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284" w:rsidRPr="00130D5B" w:rsidRDefault="00532284" w:rsidP="00DC3AD2">
      <w:pPr>
        <w:pStyle w:val="Heading1"/>
        <w:tabs>
          <w:tab w:val="left" w:pos="1276"/>
        </w:tabs>
        <w:rPr>
          <w:rFonts w:cs="Times New Roman"/>
          <w:spacing w:val="40"/>
        </w:rPr>
      </w:pPr>
      <w:r>
        <w:rPr>
          <w:noProof/>
          <w:lang w:eastAsia="ja-JP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2pt;margin-top:1.55pt;width:0;height:48.2pt;z-index:251658240" o:connectortype="straight"/>
        </w:pict>
      </w:r>
      <w:r>
        <w:rPr>
          <w:noProof/>
          <w:lang w:eastAsia="ja-JP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Картина 8" o:spid="_x0000_s1027" type="#_x0000_t75" alt="lav4e" style="position:absolute;margin-left:6pt;margin-top:-9pt;width:47.3pt;height:65.55pt;z-index:251657216;visibility:visible">
            <v:imagedata r:id="rId7" o:title=""/>
            <w10:wrap type="square"/>
          </v:shape>
        </w:pict>
      </w:r>
      <w:r w:rsidRPr="00130D5B">
        <w:rPr>
          <w:rFonts w:cs="Times New Roman"/>
          <w:spacing w:val="40"/>
          <w:sz w:val="30"/>
          <w:szCs w:val="30"/>
        </w:rPr>
        <w:t xml:space="preserve">  </w:t>
      </w:r>
      <w:r w:rsidRPr="00130D5B">
        <w:rPr>
          <w:rFonts w:cs="Times New Roman"/>
          <w:spacing w:val="40"/>
        </w:rPr>
        <w:t>РЕПУБЛИКА БЪЛГАРИЯ</w:t>
      </w:r>
    </w:p>
    <w:p w:rsidR="00532284" w:rsidRPr="00130D5B" w:rsidRDefault="00532284" w:rsidP="00DC3AD2">
      <w:pPr>
        <w:pStyle w:val="Heading1"/>
        <w:tabs>
          <w:tab w:val="left" w:pos="1276"/>
        </w:tabs>
        <w:rPr>
          <w:rFonts w:cs="Times New Roman"/>
          <w:b w:val="0"/>
          <w:spacing w:val="40"/>
        </w:rPr>
      </w:pPr>
      <w:r w:rsidRPr="00130D5B">
        <w:rPr>
          <w:rFonts w:cs="Times New Roman"/>
        </w:rPr>
        <w:t xml:space="preserve">    </w:t>
      </w:r>
      <w:r>
        <w:rPr>
          <w:rFonts w:cs="Times New Roman"/>
          <w:b w:val="0"/>
          <w:spacing w:val="40"/>
        </w:rPr>
        <w:t xml:space="preserve">Министерство на земеделието, </w:t>
      </w:r>
      <w:r w:rsidRPr="00130D5B">
        <w:rPr>
          <w:rFonts w:cs="Times New Roman"/>
          <w:b w:val="0"/>
          <w:spacing w:val="40"/>
        </w:rPr>
        <w:t>храните</w:t>
      </w:r>
      <w:r>
        <w:rPr>
          <w:rFonts w:cs="Times New Roman"/>
          <w:b w:val="0"/>
          <w:spacing w:val="40"/>
        </w:rPr>
        <w:t xml:space="preserve"> и горите</w:t>
      </w:r>
    </w:p>
    <w:p w:rsidR="00532284" w:rsidRPr="00130D5B" w:rsidRDefault="00532284" w:rsidP="00DC3AD2">
      <w:pPr>
        <w:rPr>
          <w:rFonts w:cs="Times New Roman"/>
          <w:spacing w:val="40"/>
        </w:rPr>
      </w:pPr>
      <w:r w:rsidRPr="00130D5B">
        <w:rPr>
          <w:rFonts w:cs="Times New Roman"/>
          <w:b/>
          <w:lang w:val="ru-RU"/>
        </w:rPr>
        <w:t xml:space="preserve">    </w:t>
      </w:r>
      <w:r w:rsidRPr="00130D5B">
        <w:rPr>
          <w:rFonts w:cs="Times New Roman"/>
          <w:spacing w:val="40"/>
          <w:lang w:val="ru-RU"/>
        </w:rPr>
        <w:t xml:space="preserve">Областна дирекция </w:t>
      </w:r>
      <w:r w:rsidRPr="00130D5B">
        <w:rPr>
          <w:rFonts w:cs="Times New Roman"/>
          <w:spacing w:val="40"/>
        </w:rPr>
        <w:t>„Земеделие”-   гр.Монтана</w:t>
      </w:r>
    </w:p>
    <w:p w:rsidR="00532284" w:rsidRPr="00130D5B" w:rsidRDefault="00532284" w:rsidP="00C67866">
      <w:pPr>
        <w:tabs>
          <w:tab w:val="left" w:pos="7515"/>
        </w:tabs>
        <w:jc w:val="both"/>
        <w:rPr>
          <w:rFonts w:cs="Times New Roman"/>
          <w:lang w:val="ru-RU"/>
        </w:rPr>
      </w:pPr>
    </w:p>
    <w:p w:rsidR="00532284" w:rsidRDefault="00532284" w:rsidP="005C6308">
      <w:pPr>
        <w:jc w:val="both"/>
        <w:rPr>
          <w:lang w:eastAsia="ko-KR"/>
        </w:rPr>
      </w:pPr>
    </w:p>
    <w:p w:rsidR="00532284" w:rsidRDefault="00532284" w:rsidP="005C6308">
      <w:pPr>
        <w:jc w:val="both"/>
        <w:rPr>
          <w:lang w:eastAsia="ko-KR"/>
        </w:rPr>
      </w:pPr>
    </w:p>
    <w:p w:rsidR="00532284" w:rsidRPr="00DC3AD2" w:rsidRDefault="00532284" w:rsidP="005C6308">
      <w:pPr>
        <w:jc w:val="both"/>
        <w:rPr>
          <w:lang w:eastAsia="ko-KR"/>
        </w:rPr>
      </w:pPr>
    </w:p>
    <w:p w:rsidR="00532284" w:rsidRDefault="00532284" w:rsidP="00130D5B">
      <w:pPr>
        <w:jc w:val="center"/>
        <w:rPr>
          <w:b/>
        </w:rPr>
      </w:pPr>
      <w:r w:rsidRPr="00B16FBD">
        <w:rPr>
          <w:b/>
        </w:rPr>
        <w:t>З А П О В Е Д</w:t>
      </w:r>
    </w:p>
    <w:p w:rsidR="00532284" w:rsidRPr="00B16FBD" w:rsidRDefault="00532284" w:rsidP="00130D5B">
      <w:pPr>
        <w:jc w:val="center"/>
        <w:rPr>
          <w:b/>
        </w:rPr>
      </w:pPr>
      <w:r>
        <w:rPr>
          <w:b/>
        </w:rPr>
        <w:t xml:space="preserve">№ </w:t>
      </w:r>
      <w:r w:rsidRPr="005C2A10">
        <w:rPr>
          <w:b/>
          <w:lang w:val="ru-RU"/>
        </w:rPr>
        <w:t>427</w:t>
      </w:r>
      <w:r>
        <w:rPr>
          <w:b/>
        </w:rPr>
        <w:t>/</w:t>
      </w:r>
      <w:r>
        <w:rPr>
          <w:b/>
          <w:lang w:val="ru-RU"/>
        </w:rPr>
        <w:t>0</w:t>
      </w:r>
      <w:r w:rsidRPr="005C2A10">
        <w:rPr>
          <w:b/>
          <w:lang w:val="ru-RU"/>
        </w:rPr>
        <w:t>5</w:t>
      </w:r>
      <w:r>
        <w:rPr>
          <w:b/>
          <w:lang w:val="ru-RU"/>
        </w:rPr>
        <w:t>.12</w:t>
      </w:r>
      <w:r>
        <w:rPr>
          <w:b/>
        </w:rPr>
        <w:t>.201</w:t>
      </w:r>
      <w:r w:rsidRPr="001825FF">
        <w:rPr>
          <w:b/>
          <w:lang w:val="ru-RU"/>
        </w:rPr>
        <w:t>8</w:t>
      </w:r>
      <w:r>
        <w:rPr>
          <w:b/>
        </w:rPr>
        <w:t xml:space="preserve"> </w:t>
      </w:r>
      <w:r w:rsidRPr="00B16FBD">
        <w:rPr>
          <w:b/>
        </w:rPr>
        <w:t>г.</w:t>
      </w:r>
    </w:p>
    <w:p w:rsidR="00532284" w:rsidRDefault="00532284" w:rsidP="00130D5B">
      <w:pPr>
        <w:jc w:val="center"/>
        <w:rPr>
          <w:b/>
        </w:rPr>
      </w:pPr>
      <w:r>
        <w:rPr>
          <w:b/>
        </w:rPr>
        <w:t>гр. Монтана</w:t>
      </w:r>
    </w:p>
    <w:p w:rsidR="00532284" w:rsidRPr="00B16FBD" w:rsidRDefault="00532284" w:rsidP="00130D5B">
      <w:pPr>
        <w:jc w:val="center"/>
        <w:rPr>
          <w:b/>
        </w:rPr>
      </w:pPr>
    </w:p>
    <w:p w:rsidR="00532284" w:rsidRDefault="00532284" w:rsidP="00130D5B">
      <w:pPr>
        <w:jc w:val="both"/>
      </w:pPr>
      <w:r w:rsidRPr="00B16FBD">
        <w:rPr>
          <w:b/>
        </w:rPr>
        <w:tab/>
      </w:r>
      <w:r w:rsidRPr="00B16FBD">
        <w:t>На основание чл. 37ж, ал. 11 от Закона за собствеността и ползването на земеделските земи (ЗСПЗЗ),</w:t>
      </w:r>
    </w:p>
    <w:p w:rsidR="00532284" w:rsidRPr="00B16FBD" w:rsidRDefault="00532284" w:rsidP="00130D5B">
      <w:pPr>
        <w:jc w:val="both"/>
      </w:pPr>
    </w:p>
    <w:p w:rsidR="00532284" w:rsidRDefault="00532284" w:rsidP="00130D5B">
      <w:pPr>
        <w:jc w:val="center"/>
        <w:rPr>
          <w:b/>
        </w:rPr>
      </w:pPr>
      <w:r w:rsidRPr="00B16FBD">
        <w:rPr>
          <w:b/>
        </w:rPr>
        <w:t>Н А Р Е Ж Д А М:</w:t>
      </w:r>
    </w:p>
    <w:p w:rsidR="00532284" w:rsidRPr="00B16FBD" w:rsidRDefault="00532284" w:rsidP="00130D5B">
      <w:pPr>
        <w:jc w:val="center"/>
        <w:rPr>
          <w:b/>
        </w:rPr>
      </w:pPr>
    </w:p>
    <w:p w:rsidR="00532284" w:rsidRDefault="00532284" w:rsidP="00130D5B">
      <w:pPr>
        <w:jc w:val="both"/>
      </w:pPr>
      <w:r w:rsidRPr="00B16FBD">
        <w:rPr>
          <w:b/>
        </w:rPr>
        <w:tab/>
      </w:r>
      <w:smartTag w:uri="urn:schemas-microsoft-com:office:smarttags" w:element="place">
        <w:r w:rsidRPr="000F6DCA">
          <w:rPr>
            <w:b/>
          </w:rPr>
          <w:t>I.</w:t>
        </w:r>
      </w:smartTag>
      <w:r>
        <w:rPr>
          <w:b/>
        </w:rPr>
        <w:t xml:space="preserve"> </w:t>
      </w:r>
      <w:r w:rsidRPr="00B16FBD">
        <w:t xml:space="preserve">Одобрявам споразумение за разпределение на масивите за ползване на пасища, </w:t>
      </w:r>
      <w:r>
        <w:t xml:space="preserve">мери и ливади в землището на  </w:t>
      </w:r>
      <w:r w:rsidRPr="006E1C6A">
        <w:rPr>
          <w:b/>
        </w:rPr>
        <w:t>с.</w:t>
      </w:r>
      <w:r>
        <w:rPr>
          <w:b/>
        </w:rPr>
        <w:t>Боровци</w:t>
      </w:r>
      <w:r>
        <w:t>, община Берковица, област Монтана</w:t>
      </w:r>
      <w:r w:rsidRPr="00B16FBD">
        <w:t>, сключено между лицата по чл. 37ж, ал. 1 от ЗСПЗЗ.</w:t>
      </w:r>
    </w:p>
    <w:p w:rsidR="00532284" w:rsidRDefault="00532284" w:rsidP="00130D5B">
      <w:pPr>
        <w:jc w:val="both"/>
        <w:rPr>
          <w:rFonts w:eastAsia="MS Mincho"/>
          <w:lang w:eastAsia="ja-JP"/>
        </w:rPr>
      </w:pPr>
      <w:r>
        <w:tab/>
      </w:r>
      <w:r w:rsidRPr="000F6DCA">
        <w:rPr>
          <w:b/>
        </w:rPr>
        <w:t>II.</w:t>
      </w:r>
      <w:r>
        <w:t xml:space="preserve"> Одобрявам разпределението на масиви за ползване на пасища, мери и ливади и имоти по чл. 37ж, ал. </w:t>
      </w:r>
      <w:r w:rsidRPr="00A77114">
        <w:rPr>
          <w:lang w:val="ru-RU"/>
        </w:rPr>
        <w:t>6</w:t>
      </w:r>
      <w:r>
        <w:t xml:space="preserve"> от ЗСПЗЗ, разпределени между ползвателите, както следва:</w:t>
      </w:r>
    </w:p>
    <w:p w:rsidR="00532284" w:rsidRDefault="00532284" w:rsidP="00130D5B">
      <w:pPr>
        <w:jc w:val="both"/>
        <w:rPr>
          <w:rFonts w:eastAsia="MS Mincho"/>
          <w:lang w:eastAsia="ja-JP"/>
        </w:rPr>
      </w:pPr>
    </w:p>
    <w:tbl>
      <w:tblPr>
        <w:tblW w:w="8692" w:type="dxa"/>
        <w:tblInd w:w="484" w:type="dxa"/>
        <w:tblLayout w:type="fixed"/>
        <w:tblLook w:val="0000"/>
      </w:tblPr>
      <w:tblGrid>
        <w:gridCol w:w="653"/>
        <w:gridCol w:w="3082"/>
        <w:gridCol w:w="1289"/>
        <w:gridCol w:w="1103"/>
        <w:gridCol w:w="1313"/>
        <w:gridCol w:w="1252"/>
      </w:tblGrid>
      <w:tr w:rsidR="00532284" w:rsidRPr="000273BC" w:rsidTr="00B74C77">
        <w:trPr>
          <w:trHeight w:val="189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0273BC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№ по ред</w:t>
            </w:r>
          </w:p>
        </w:tc>
        <w:tc>
          <w:tcPr>
            <w:tcW w:w="3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0273BC">
              <w:rPr>
                <w:rFonts w:eastAsia="PMingLiU" w:cs="Times New Roman"/>
                <w:b/>
                <w:bCs/>
                <w:lang w:val="ru-RU" w:eastAsia="zh-TW"/>
              </w:rPr>
              <w:t>Ползвател по чл.37ж ЗСПЗЗ (име,презиме,фамилия - за физически лица, наименование за ЕТ или юридическо лице)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0273BC">
              <w:rPr>
                <w:rFonts w:eastAsia="PMingLiU" w:cs="Times New Roman"/>
                <w:b/>
                <w:bCs/>
                <w:lang w:val="en-US" w:eastAsia="zh-TW"/>
              </w:rPr>
              <w:t>Масив за ползване №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0273BC">
              <w:rPr>
                <w:rFonts w:eastAsia="PMingLiU" w:cs="Times New Roman"/>
                <w:b/>
                <w:bCs/>
                <w:lang w:val="ru-RU" w:eastAsia="zh-TW"/>
              </w:rPr>
              <w:t xml:space="preserve">    Имот № по чл.37ж, ал.5 от ЗСПЗЗ (№ на имот по КВС)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0273BC">
              <w:rPr>
                <w:rFonts w:eastAsia="PMingLiU" w:cs="Times New Roman"/>
                <w:b/>
                <w:bCs/>
                <w:lang w:val="ru-RU" w:eastAsia="zh-TW"/>
              </w:rPr>
              <w:t>Средна рентна вноска по чл.37ж, ал.12 от ЗСПЗЗ (лева/дка)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0273BC">
              <w:rPr>
                <w:rFonts w:eastAsia="PMingLiU" w:cs="Times New Roman"/>
                <w:b/>
                <w:bCs/>
                <w:lang w:val="en-US" w:eastAsia="zh-TW"/>
              </w:rPr>
              <w:t>Дължима сума (лева)</w:t>
            </w:r>
          </w:p>
        </w:tc>
      </w:tr>
      <w:tr w:rsidR="00532284" w:rsidRPr="000273BC" w:rsidTr="00B74C77">
        <w:trPr>
          <w:trHeight w:val="300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273BC">
              <w:rPr>
                <w:rFonts w:eastAsia="PMingLiU" w:cs="Times New Roman"/>
                <w:sz w:val="22"/>
                <w:szCs w:val="22"/>
                <w:lang w:val="en-US" w:eastAsia="zh-TW"/>
              </w:rPr>
              <w:t>1</w:t>
            </w:r>
          </w:p>
        </w:tc>
        <w:tc>
          <w:tcPr>
            <w:tcW w:w="3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273BC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273BC">
              <w:rPr>
                <w:rFonts w:eastAsia="PMingLiU" w:cs="Times New Roman"/>
                <w:sz w:val="22"/>
                <w:szCs w:val="22"/>
                <w:lang w:val="en-US" w:eastAsia="zh-TW"/>
              </w:rPr>
              <w:t>17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273BC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17079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273BC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Default="00532284">
            <w:pPr>
              <w:jc w:val="center"/>
            </w:pPr>
            <w:r>
              <w:rPr>
                <w:sz w:val="22"/>
                <w:szCs w:val="22"/>
              </w:rPr>
              <w:t>9.85</w:t>
            </w:r>
          </w:p>
        </w:tc>
      </w:tr>
      <w:tr w:rsidR="00532284" w:rsidRPr="000273BC" w:rsidTr="00B74C77">
        <w:trPr>
          <w:trHeight w:val="300"/>
        </w:trPr>
        <w:tc>
          <w:tcPr>
            <w:tcW w:w="65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284" w:rsidRPr="000273BC" w:rsidRDefault="00532284" w:rsidP="000273BC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273BC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273BC">
              <w:rPr>
                <w:rFonts w:eastAsia="PMingLiU" w:cs="Times New Roman"/>
                <w:sz w:val="22"/>
                <w:szCs w:val="22"/>
                <w:lang w:val="en-US" w:eastAsia="zh-TW"/>
              </w:rPr>
              <w:t>17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273BC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17082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273BC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Default="00532284">
            <w:pPr>
              <w:jc w:val="center"/>
            </w:pPr>
            <w:r>
              <w:rPr>
                <w:sz w:val="22"/>
                <w:szCs w:val="22"/>
              </w:rPr>
              <w:t>3.71</w:t>
            </w:r>
          </w:p>
        </w:tc>
      </w:tr>
      <w:tr w:rsidR="00532284" w:rsidRPr="000273BC" w:rsidTr="00B74C77">
        <w:trPr>
          <w:trHeight w:val="300"/>
        </w:trPr>
        <w:tc>
          <w:tcPr>
            <w:tcW w:w="65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284" w:rsidRPr="000273BC" w:rsidRDefault="00532284" w:rsidP="000273BC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273BC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273BC">
              <w:rPr>
                <w:rFonts w:eastAsia="PMingLiU" w:cs="Times New Roman"/>
                <w:sz w:val="22"/>
                <w:szCs w:val="22"/>
                <w:lang w:val="en-US" w:eastAsia="zh-TW"/>
              </w:rPr>
              <w:t>21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273BC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21011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273BC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Default="00532284">
            <w:pPr>
              <w:jc w:val="center"/>
            </w:pPr>
            <w:r>
              <w:rPr>
                <w:sz w:val="22"/>
                <w:szCs w:val="22"/>
              </w:rPr>
              <w:t>0.18</w:t>
            </w:r>
          </w:p>
        </w:tc>
      </w:tr>
      <w:tr w:rsidR="00532284" w:rsidRPr="000273BC" w:rsidTr="00B74C77">
        <w:trPr>
          <w:trHeight w:val="300"/>
        </w:trPr>
        <w:tc>
          <w:tcPr>
            <w:tcW w:w="65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284" w:rsidRPr="000273BC" w:rsidRDefault="00532284" w:rsidP="000273BC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273BC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273BC">
              <w:rPr>
                <w:rFonts w:eastAsia="PMingLiU" w:cs="Times New Roman"/>
                <w:sz w:val="22"/>
                <w:szCs w:val="22"/>
                <w:lang w:val="en-US" w:eastAsia="zh-TW"/>
              </w:rPr>
              <w:t>21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273BC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21012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273BC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Default="00532284">
            <w:pPr>
              <w:jc w:val="center"/>
            </w:pPr>
            <w:r>
              <w:rPr>
                <w:sz w:val="22"/>
                <w:szCs w:val="22"/>
              </w:rPr>
              <w:t>7.00</w:t>
            </w:r>
          </w:p>
        </w:tc>
      </w:tr>
      <w:tr w:rsidR="00532284" w:rsidRPr="000273BC" w:rsidTr="00B74C77">
        <w:trPr>
          <w:trHeight w:val="300"/>
        </w:trPr>
        <w:tc>
          <w:tcPr>
            <w:tcW w:w="65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284" w:rsidRPr="000273BC" w:rsidRDefault="00532284" w:rsidP="000273BC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273BC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273BC">
              <w:rPr>
                <w:rFonts w:eastAsia="PMingLiU" w:cs="Times New Roman"/>
                <w:sz w:val="22"/>
                <w:szCs w:val="22"/>
                <w:lang w:val="en-US" w:eastAsia="zh-TW"/>
              </w:rPr>
              <w:t>21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273BC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21018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273BC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Default="00532284">
            <w:pPr>
              <w:jc w:val="center"/>
            </w:pPr>
            <w:r>
              <w:rPr>
                <w:sz w:val="22"/>
                <w:szCs w:val="22"/>
              </w:rPr>
              <w:t>4.85</w:t>
            </w:r>
          </w:p>
        </w:tc>
      </w:tr>
      <w:tr w:rsidR="00532284" w:rsidRPr="000273BC" w:rsidTr="00B74C77">
        <w:trPr>
          <w:trHeight w:val="300"/>
        </w:trPr>
        <w:tc>
          <w:tcPr>
            <w:tcW w:w="65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284" w:rsidRPr="000273BC" w:rsidRDefault="00532284" w:rsidP="000273BC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273BC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273BC">
              <w:rPr>
                <w:rFonts w:eastAsia="PMingLiU" w:cs="Times New Roman"/>
                <w:sz w:val="22"/>
                <w:szCs w:val="22"/>
                <w:lang w:val="en-US" w:eastAsia="zh-TW"/>
              </w:rPr>
              <w:t>21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273BC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21022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273BC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Default="00532284">
            <w:pPr>
              <w:jc w:val="center"/>
            </w:pPr>
            <w:r>
              <w:rPr>
                <w:sz w:val="22"/>
                <w:szCs w:val="22"/>
              </w:rPr>
              <w:t>4.66</w:t>
            </w:r>
          </w:p>
        </w:tc>
      </w:tr>
      <w:tr w:rsidR="00532284" w:rsidRPr="000273BC" w:rsidTr="00B74C77">
        <w:trPr>
          <w:trHeight w:val="300"/>
        </w:trPr>
        <w:tc>
          <w:tcPr>
            <w:tcW w:w="65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284" w:rsidRPr="000273BC" w:rsidRDefault="00532284" w:rsidP="000273BC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273BC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273BC">
              <w:rPr>
                <w:rFonts w:eastAsia="PMingLiU" w:cs="Times New Roman"/>
                <w:sz w:val="22"/>
                <w:szCs w:val="22"/>
                <w:lang w:val="en-US" w:eastAsia="zh-TW"/>
              </w:rPr>
              <w:t>21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273BC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21036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273BC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Default="00532284">
            <w:pPr>
              <w:jc w:val="center"/>
            </w:pPr>
            <w:r>
              <w:rPr>
                <w:sz w:val="22"/>
                <w:szCs w:val="22"/>
              </w:rPr>
              <w:t>19.54</w:t>
            </w:r>
          </w:p>
        </w:tc>
      </w:tr>
      <w:tr w:rsidR="00532284" w:rsidRPr="000273BC" w:rsidTr="00B74C77">
        <w:trPr>
          <w:trHeight w:val="300"/>
        </w:trPr>
        <w:tc>
          <w:tcPr>
            <w:tcW w:w="65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284" w:rsidRPr="000273BC" w:rsidRDefault="00532284" w:rsidP="000273BC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273BC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273BC">
              <w:rPr>
                <w:rFonts w:eastAsia="PMingLiU" w:cs="Times New Roman"/>
                <w:sz w:val="22"/>
                <w:szCs w:val="22"/>
                <w:lang w:val="en-US" w:eastAsia="zh-TW"/>
              </w:rPr>
              <w:t>21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273BC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21043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273BC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Default="00532284">
            <w:pPr>
              <w:jc w:val="center"/>
            </w:pPr>
            <w:r>
              <w:rPr>
                <w:sz w:val="22"/>
                <w:szCs w:val="22"/>
              </w:rPr>
              <w:t>5.78</w:t>
            </w:r>
          </w:p>
        </w:tc>
      </w:tr>
      <w:tr w:rsidR="00532284" w:rsidRPr="000273BC" w:rsidTr="00B74C77">
        <w:trPr>
          <w:trHeight w:val="300"/>
        </w:trPr>
        <w:tc>
          <w:tcPr>
            <w:tcW w:w="65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284" w:rsidRPr="000273BC" w:rsidRDefault="00532284" w:rsidP="000273BC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273BC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273BC">
              <w:rPr>
                <w:rFonts w:eastAsia="PMingLiU" w:cs="Times New Roman"/>
                <w:sz w:val="22"/>
                <w:szCs w:val="22"/>
                <w:lang w:val="en-US" w:eastAsia="zh-TW"/>
              </w:rPr>
              <w:t>21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273BC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21046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273BC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Default="00532284">
            <w:pPr>
              <w:jc w:val="center"/>
            </w:pPr>
            <w:r>
              <w:rPr>
                <w:sz w:val="22"/>
                <w:szCs w:val="22"/>
              </w:rPr>
              <w:t>0.69</w:t>
            </w:r>
          </w:p>
        </w:tc>
      </w:tr>
      <w:tr w:rsidR="00532284" w:rsidRPr="000273BC" w:rsidTr="00B74C77">
        <w:trPr>
          <w:trHeight w:val="300"/>
        </w:trPr>
        <w:tc>
          <w:tcPr>
            <w:tcW w:w="65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284" w:rsidRPr="000273BC" w:rsidRDefault="00532284" w:rsidP="000273BC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273BC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273BC">
              <w:rPr>
                <w:rFonts w:eastAsia="PMingLiU" w:cs="Times New Roman"/>
                <w:sz w:val="22"/>
                <w:szCs w:val="22"/>
                <w:lang w:val="en-US" w:eastAsia="zh-TW"/>
              </w:rPr>
              <w:t>21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273BC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21047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273BC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Default="00532284">
            <w:pPr>
              <w:jc w:val="center"/>
            </w:pPr>
            <w:r>
              <w:rPr>
                <w:sz w:val="22"/>
                <w:szCs w:val="22"/>
              </w:rPr>
              <w:t>5.85</w:t>
            </w:r>
          </w:p>
        </w:tc>
      </w:tr>
      <w:tr w:rsidR="00532284" w:rsidRPr="000273BC" w:rsidTr="00B74C77">
        <w:trPr>
          <w:trHeight w:val="300"/>
        </w:trPr>
        <w:tc>
          <w:tcPr>
            <w:tcW w:w="65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284" w:rsidRPr="000273BC" w:rsidRDefault="00532284" w:rsidP="000273BC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273BC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273BC">
              <w:rPr>
                <w:rFonts w:eastAsia="PMingLiU" w:cs="Times New Roman"/>
                <w:sz w:val="22"/>
                <w:szCs w:val="22"/>
                <w:lang w:val="en-US" w:eastAsia="zh-TW"/>
              </w:rPr>
              <w:t>21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273BC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21058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273BC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Default="00532284">
            <w:pPr>
              <w:jc w:val="center"/>
            </w:pPr>
            <w:r>
              <w:rPr>
                <w:sz w:val="22"/>
                <w:szCs w:val="22"/>
              </w:rPr>
              <w:t>7.45</w:t>
            </w:r>
          </w:p>
        </w:tc>
      </w:tr>
      <w:tr w:rsidR="00532284" w:rsidRPr="000273BC" w:rsidTr="00B74C77">
        <w:trPr>
          <w:trHeight w:val="300"/>
        </w:trPr>
        <w:tc>
          <w:tcPr>
            <w:tcW w:w="65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284" w:rsidRPr="000273BC" w:rsidRDefault="00532284" w:rsidP="000273BC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273BC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273BC">
              <w:rPr>
                <w:rFonts w:eastAsia="PMingLiU" w:cs="Times New Roman"/>
                <w:sz w:val="22"/>
                <w:szCs w:val="22"/>
                <w:lang w:val="en-US" w:eastAsia="zh-TW"/>
              </w:rPr>
              <w:t>21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273BC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21060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273BC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Default="00532284">
            <w:pPr>
              <w:jc w:val="center"/>
            </w:pPr>
            <w:r>
              <w:rPr>
                <w:sz w:val="22"/>
                <w:szCs w:val="22"/>
              </w:rPr>
              <w:t>3.86</w:t>
            </w:r>
          </w:p>
        </w:tc>
      </w:tr>
      <w:tr w:rsidR="00532284" w:rsidRPr="000273BC" w:rsidTr="00B74C77">
        <w:trPr>
          <w:trHeight w:val="300"/>
        </w:trPr>
        <w:tc>
          <w:tcPr>
            <w:tcW w:w="65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284" w:rsidRPr="000273BC" w:rsidRDefault="00532284" w:rsidP="000273BC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273BC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273BC">
              <w:rPr>
                <w:rFonts w:eastAsia="PMingLiU" w:cs="Times New Roman"/>
                <w:sz w:val="22"/>
                <w:szCs w:val="22"/>
                <w:lang w:val="en-US" w:eastAsia="zh-TW"/>
              </w:rPr>
              <w:t>21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273BC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21064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273BC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Default="00532284">
            <w:pPr>
              <w:jc w:val="center"/>
            </w:pPr>
            <w:r>
              <w:rPr>
                <w:sz w:val="22"/>
                <w:szCs w:val="22"/>
              </w:rPr>
              <w:t>7.26</w:t>
            </w:r>
          </w:p>
        </w:tc>
      </w:tr>
      <w:tr w:rsidR="00532284" w:rsidRPr="000273BC" w:rsidTr="00B74C77">
        <w:trPr>
          <w:trHeight w:val="300"/>
        </w:trPr>
        <w:tc>
          <w:tcPr>
            <w:tcW w:w="65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284" w:rsidRPr="000273BC" w:rsidRDefault="00532284" w:rsidP="000273BC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273BC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273BC">
              <w:rPr>
                <w:rFonts w:eastAsia="PMingLiU" w:cs="Times New Roman"/>
                <w:sz w:val="22"/>
                <w:szCs w:val="22"/>
                <w:lang w:val="en-US" w:eastAsia="zh-TW"/>
              </w:rPr>
              <w:t>21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273BC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21065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273BC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Default="00532284">
            <w:pPr>
              <w:jc w:val="center"/>
            </w:pPr>
            <w:r>
              <w:rPr>
                <w:sz w:val="22"/>
                <w:szCs w:val="22"/>
              </w:rPr>
              <w:t>0.28</w:t>
            </w:r>
          </w:p>
        </w:tc>
      </w:tr>
      <w:tr w:rsidR="00532284" w:rsidRPr="000273BC" w:rsidTr="00B74C77">
        <w:trPr>
          <w:trHeight w:val="300"/>
        </w:trPr>
        <w:tc>
          <w:tcPr>
            <w:tcW w:w="65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284" w:rsidRPr="000273BC" w:rsidRDefault="00532284" w:rsidP="000273BC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273BC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273BC">
              <w:rPr>
                <w:rFonts w:eastAsia="PMingLiU" w:cs="Times New Roman"/>
                <w:sz w:val="22"/>
                <w:szCs w:val="22"/>
                <w:lang w:val="en-US" w:eastAsia="zh-TW"/>
              </w:rPr>
              <w:t>21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273BC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21067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273BC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Default="00532284">
            <w:pPr>
              <w:jc w:val="center"/>
            </w:pPr>
            <w:r>
              <w:rPr>
                <w:sz w:val="22"/>
                <w:szCs w:val="22"/>
              </w:rPr>
              <w:t>4.60</w:t>
            </w:r>
          </w:p>
        </w:tc>
      </w:tr>
      <w:tr w:rsidR="00532284" w:rsidRPr="000273BC" w:rsidTr="00B74C77">
        <w:trPr>
          <w:trHeight w:val="300"/>
        </w:trPr>
        <w:tc>
          <w:tcPr>
            <w:tcW w:w="65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284" w:rsidRPr="000273BC" w:rsidRDefault="00532284" w:rsidP="000273BC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273BC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273BC">
              <w:rPr>
                <w:rFonts w:eastAsia="PMingLiU" w:cs="Times New Roman"/>
                <w:sz w:val="22"/>
                <w:szCs w:val="22"/>
                <w:lang w:val="en-US" w:eastAsia="zh-TW"/>
              </w:rPr>
              <w:t>21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273BC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21072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273BC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Default="00532284">
            <w:pPr>
              <w:jc w:val="center"/>
            </w:pPr>
            <w:r>
              <w:rPr>
                <w:sz w:val="22"/>
                <w:szCs w:val="22"/>
              </w:rPr>
              <w:t>5.61</w:t>
            </w:r>
          </w:p>
        </w:tc>
      </w:tr>
      <w:tr w:rsidR="00532284" w:rsidRPr="000273BC" w:rsidTr="00B74C77">
        <w:trPr>
          <w:trHeight w:val="300"/>
        </w:trPr>
        <w:tc>
          <w:tcPr>
            <w:tcW w:w="65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284" w:rsidRPr="000273BC" w:rsidRDefault="00532284" w:rsidP="000273BC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273BC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273BC">
              <w:rPr>
                <w:rFonts w:eastAsia="PMingLiU" w:cs="Times New Roman"/>
                <w:sz w:val="22"/>
                <w:szCs w:val="22"/>
                <w:lang w:val="en-US" w:eastAsia="zh-TW"/>
              </w:rPr>
              <w:t>21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273BC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21134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273BC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Default="00532284">
            <w:pPr>
              <w:jc w:val="center"/>
            </w:pPr>
            <w:r>
              <w:rPr>
                <w:sz w:val="22"/>
                <w:szCs w:val="22"/>
              </w:rPr>
              <w:t>3.46</w:t>
            </w:r>
          </w:p>
        </w:tc>
      </w:tr>
      <w:tr w:rsidR="00532284" w:rsidRPr="000273BC" w:rsidTr="00B74C77">
        <w:trPr>
          <w:trHeight w:val="300"/>
        </w:trPr>
        <w:tc>
          <w:tcPr>
            <w:tcW w:w="65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284" w:rsidRPr="000273BC" w:rsidRDefault="00532284" w:rsidP="000273BC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273BC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273BC">
              <w:rPr>
                <w:rFonts w:eastAsia="PMingLiU" w:cs="Times New Roman"/>
                <w:sz w:val="22"/>
                <w:szCs w:val="22"/>
                <w:lang w:val="en-US" w:eastAsia="zh-TW"/>
              </w:rPr>
              <w:t>21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273BC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21135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273BC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Default="00532284">
            <w:pPr>
              <w:jc w:val="center"/>
            </w:pPr>
            <w:r>
              <w:rPr>
                <w:sz w:val="22"/>
                <w:szCs w:val="22"/>
              </w:rPr>
              <w:t>18.89</w:t>
            </w:r>
          </w:p>
        </w:tc>
      </w:tr>
      <w:tr w:rsidR="00532284" w:rsidRPr="000273BC" w:rsidTr="00B74C77">
        <w:trPr>
          <w:trHeight w:val="300"/>
        </w:trPr>
        <w:tc>
          <w:tcPr>
            <w:tcW w:w="65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284" w:rsidRPr="000273BC" w:rsidRDefault="00532284" w:rsidP="000273BC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273BC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273BC">
              <w:rPr>
                <w:rFonts w:eastAsia="PMingLiU" w:cs="Times New Roman"/>
                <w:sz w:val="22"/>
                <w:szCs w:val="22"/>
                <w:lang w:val="en-US" w:eastAsia="zh-TW"/>
              </w:rPr>
              <w:t>21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273BC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21136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273BC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Default="00532284">
            <w:pPr>
              <w:jc w:val="center"/>
            </w:pPr>
            <w:r>
              <w:rPr>
                <w:sz w:val="22"/>
                <w:szCs w:val="22"/>
              </w:rPr>
              <w:t>21.28</w:t>
            </w:r>
          </w:p>
        </w:tc>
      </w:tr>
      <w:tr w:rsidR="00532284" w:rsidRPr="000273BC" w:rsidTr="00B74C77">
        <w:trPr>
          <w:trHeight w:val="300"/>
        </w:trPr>
        <w:tc>
          <w:tcPr>
            <w:tcW w:w="65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284" w:rsidRPr="000273BC" w:rsidRDefault="00532284" w:rsidP="000273BC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273BC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273BC">
              <w:rPr>
                <w:rFonts w:eastAsia="PMingLiU" w:cs="Times New Roman"/>
                <w:sz w:val="22"/>
                <w:szCs w:val="22"/>
                <w:lang w:val="en-US" w:eastAsia="zh-TW"/>
              </w:rPr>
              <w:t>23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273BC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23019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273BC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Default="00532284">
            <w:pPr>
              <w:jc w:val="center"/>
            </w:pPr>
            <w:r>
              <w:rPr>
                <w:sz w:val="22"/>
                <w:szCs w:val="22"/>
              </w:rPr>
              <w:t>4.00</w:t>
            </w:r>
          </w:p>
        </w:tc>
      </w:tr>
      <w:tr w:rsidR="00532284" w:rsidRPr="000273BC" w:rsidTr="00B74C77">
        <w:trPr>
          <w:trHeight w:val="300"/>
        </w:trPr>
        <w:tc>
          <w:tcPr>
            <w:tcW w:w="65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284" w:rsidRPr="000273BC" w:rsidRDefault="00532284" w:rsidP="000273BC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273BC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273BC">
              <w:rPr>
                <w:rFonts w:eastAsia="PMingLiU" w:cs="Times New Roman"/>
                <w:sz w:val="22"/>
                <w:szCs w:val="22"/>
                <w:lang w:val="en-US" w:eastAsia="zh-TW"/>
              </w:rPr>
              <w:t>23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273BC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23034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273BC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Default="00532284">
            <w:pPr>
              <w:jc w:val="center"/>
            </w:pPr>
            <w:r>
              <w:rPr>
                <w:sz w:val="22"/>
                <w:szCs w:val="22"/>
              </w:rPr>
              <w:t>4.69</w:t>
            </w:r>
          </w:p>
        </w:tc>
      </w:tr>
      <w:tr w:rsidR="00532284" w:rsidRPr="000273BC" w:rsidTr="00B74C77">
        <w:trPr>
          <w:trHeight w:val="300"/>
        </w:trPr>
        <w:tc>
          <w:tcPr>
            <w:tcW w:w="65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284" w:rsidRPr="000273BC" w:rsidRDefault="00532284" w:rsidP="000273BC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273BC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273BC">
              <w:rPr>
                <w:rFonts w:eastAsia="PMingLiU" w:cs="Times New Roman"/>
                <w:sz w:val="22"/>
                <w:szCs w:val="22"/>
                <w:lang w:val="en-US" w:eastAsia="zh-TW"/>
              </w:rPr>
              <w:t>23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273BC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23073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273BC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Default="00532284">
            <w:pPr>
              <w:jc w:val="center"/>
            </w:pPr>
            <w:r>
              <w:rPr>
                <w:sz w:val="22"/>
                <w:szCs w:val="22"/>
              </w:rPr>
              <w:t>5.72</w:t>
            </w:r>
          </w:p>
        </w:tc>
      </w:tr>
      <w:tr w:rsidR="00532284" w:rsidRPr="000273BC" w:rsidTr="00B74C77">
        <w:trPr>
          <w:trHeight w:val="300"/>
        </w:trPr>
        <w:tc>
          <w:tcPr>
            <w:tcW w:w="65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284" w:rsidRPr="000273BC" w:rsidRDefault="00532284" w:rsidP="000273BC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273BC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273BC">
              <w:rPr>
                <w:rFonts w:eastAsia="PMingLiU" w:cs="Times New Roman"/>
                <w:sz w:val="22"/>
                <w:szCs w:val="22"/>
                <w:lang w:val="en-US" w:eastAsia="zh-TW"/>
              </w:rPr>
              <w:t>23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273BC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23075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273BC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Default="00532284">
            <w:pPr>
              <w:jc w:val="center"/>
            </w:pPr>
            <w:r>
              <w:rPr>
                <w:sz w:val="22"/>
                <w:szCs w:val="22"/>
              </w:rPr>
              <w:t>4.82</w:t>
            </w:r>
          </w:p>
        </w:tc>
      </w:tr>
      <w:tr w:rsidR="00532284" w:rsidRPr="000273BC" w:rsidTr="00B74C77">
        <w:trPr>
          <w:trHeight w:val="300"/>
        </w:trPr>
        <w:tc>
          <w:tcPr>
            <w:tcW w:w="65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284" w:rsidRPr="000273BC" w:rsidRDefault="00532284" w:rsidP="000273BC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273BC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273BC">
              <w:rPr>
                <w:rFonts w:eastAsia="PMingLiU" w:cs="Times New Roman"/>
                <w:sz w:val="22"/>
                <w:szCs w:val="22"/>
                <w:lang w:val="en-US" w:eastAsia="zh-TW"/>
              </w:rPr>
              <w:t>23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273BC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23079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273BC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Default="00532284">
            <w:pPr>
              <w:jc w:val="center"/>
            </w:pPr>
            <w:r>
              <w:rPr>
                <w:sz w:val="22"/>
                <w:szCs w:val="22"/>
              </w:rPr>
              <w:t>6.62</w:t>
            </w:r>
          </w:p>
        </w:tc>
      </w:tr>
      <w:tr w:rsidR="00532284" w:rsidRPr="000273BC" w:rsidTr="00891E04">
        <w:trPr>
          <w:trHeight w:val="30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  <w:r w:rsidRPr="000273BC">
              <w:rPr>
                <w:rFonts w:ascii="Arial" w:eastAsia="PMingLiU" w:hAnsi="Arial"/>
                <w:sz w:val="20"/>
                <w:szCs w:val="20"/>
                <w:lang w:val="en-US" w:eastAsia="zh-TW"/>
              </w:rPr>
              <w:t> </w:t>
            </w:r>
          </w:p>
        </w:tc>
        <w:tc>
          <w:tcPr>
            <w:tcW w:w="54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284" w:rsidRPr="000273BC" w:rsidRDefault="00532284" w:rsidP="000273BC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0273BC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rPr>
                <w:rFonts w:eastAsia="PMingLiU" w:cs="Times New Roman"/>
                <w:lang w:val="en-US" w:eastAsia="zh-TW"/>
              </w:rPr>
            </w:pPr>
            <w:r w:rsidRPr="000273BC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284" w:rsidRPr="000273BC" w:rsidRDefault="00532284" w:rsidP="000273BC">
            <w:pPr>
              <w:jc w:val="right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0273BC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160.58</w:t>
            </w:r>
          </w:p>
        </w:tc>
      </w:tr>
    </w:tbl>
    <w:p w:rsidR="00532284" w:rsidRPr="00F807B7" w:rsidRDefault="00532284" w:rsidP="00130D5B">
      <w:pPr>
        <w:jc w:val="both"/>
        <w:rPr>
          <w:rFonts w:eastAsia="MS Mincho"/>
          <w:lang w:val="en-US" w:eastAsia="ja-JP"/>
        </w:rPr>
      </w:pPr>
    </w:p>
    <w:p w:rsidR="00532284" w:rsidRDefault="00532284" w:rsidP="00130D5B">
      <w:pPr>
        <w:jc w:val="both"/>
      </w:pPr>
      <w:r w:rsidRPr="000F6DCA">
        <w:rPr>
          <w:b/>
        </w:rPr>
        <w:t>III.</w:t>
      </w:r>
      <w:r w:rsidRPr="00D92A91"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532284" w:rsidRDefault="00532284" w:rsidP="00130D5B">
      <w:pPr>
        <w:jc w:val="both"/>
      </w:pPr>
    </w:p>
    <w:p w:rsidR="00532284" w:rsidRDefault="00532284" w:rsidP="00130D5B">
      <w:pPr>
        <w:ind w:firstLine="720"/>
        <w:jc w:val="both"/>
        <w:rPr>
          <w:b/>
        </w:rPr>
      </w:pPr>
      <w:r w:rsidRPr="00D92A91">
        <w:rPr>
          <w:b/>
        </w:rPr>
        <w:t>Банкова сметка за чужди средства на Областна д</w:t>
      </w:r>
      <w:r>
        <w:rPr>
          <w:b/>
        </w:rPr>
        <w:t>ирекция „Земеделие” – Монтана</w:t>
      </w:r>
    </w:p>
    <w:p w:rsidR="00532284" w:rsidRDefault="00532284" w:rsidP="00130D5B">
      <w:pPr>
        <w:ind w:firstLine="720"/>
        <w:jc w:val="both"/>
        <w:rPr>
          <w:b/>
        </w:rPr>
      </w:pPr>
    </w:p>
    <w:p w:rsidR="00532284" w:rsidRPr="00A77114" w:rsidRDefault="00532284" w:rsidP="00130D5B">
      <w:pPr>
        <w:jc w:val="both"/>
        <w:rPr>
          <w:b/>
          <w:lang w:val="ru-RU"/>
        </w:rPr>
      </w:pPr>
      <w:r w:rsidRPr="00A77114">
        <w:rPr>
          <w:b/>
          <w:lang w:val="ru-RU"/>
        </w:rPr>
        <w:t>ОБЛАСТНА ДИРЕКЦИЯ „ЗЕМЕДЕЛИЕ” – МОНТАНА</w:t>
      </w:r>
    </w:p>
    <w:p w:rsidR="00532284" w:rsidRPr="00A77114" w:rsidRDefault="00532284" w:rsidP="00130D5B">
      <w:pPr>
        <w:ind w:firstLine="567"/>
        <w:jc w:val="both"/>
        <w:rPr>
          <w:b/>
          <w:lang w:val="ru-RU"/>
        </w:rPr>
      </w:pPr>
    </w:p>
    <w:p w:rsidR="00532284" w:rsidRPr="00A77114" w:rsidRDefault="00532284" w:rsidP="00130D5B">
      <w:pPr>
        <w:rPr>
          <w:b/>
          <w:lang w:val="ru-RU"/>
        </w:rPr>
      </w:pPr>
      <w:r w:rsidRPr="00DA73FC">
        <w:rPr>
          <w:b/>
        </w:rPr>
        <w:t>IBAN</w:t>
      </w:r>
      <w:r w:rsidRPr="00A77114">
        <w:rPr>
          <w:b/>
          <w:lang w:val="ru-RU"/>
        </w:rPr>
        <w:t>: В</w:t>
      </w:r>
      <w:r w:rsidRPr="00DA73FC">
        <w:rPr>
          <w:b/>
        </w:rPr>
        <w:t>G</w:t>
      </w:r>
      <w:r w:rsidRPr="00A77114">
        <w:rPr>
          <w:b/>
          <w:lang w:val="ru-RU"/>
        </w:rPr>
        <w:t xml:space="preserve">35 </w:t>
      </w:r>
      <w:r w:rsidRPr="00DA73FC">
        <w:rPr>
          <w:b/>
        </w:rPr>
        <w:t>UBBS</w:t>
      </w:r>
      <w:r w:rsidRPr="00A77114">
        <w:rPr>
          <w:b/>
          <w:lang w:val="ru-RU"/>
        </w:rPr>
        <w:t xml:space="preserve"> 8002 3300 2506 10</w:t>
      </w:r>
    </w:p>
    <w:p w:rsidR="00532284" w:rsidRPr="00A77114" w:rsidRDefault="00532284" w:rsidP="00130D5B">
      <w:pPr>
        <w:rPr>
          <w:b/>
          <w:lang w:val="ru-RU"/>
        </w:rPr>
      </w:pPr>
      <w:r w:rsidRPr="00DA73FC">
        <w:rPr>
          <w:b/>
        </w:rPr>
        <w:t>BIC</w:t>
      </w:r>
      <w:r w:rsidRPr="00A77114">
        <w:rPr>
          <w:b/>
          <w:lang w:val="ru-RU"/>
        </w:rPr>
        <w:t xml:space="preserve">: </w:t>
      </w:r>
      <w:r w:rsidRPr="00DA73FC">
        <w:rPr>
          <w:b/>
        </w:rPr>
        <w:t>UBBSBGSF</w:t>
      </w:r>
    </w:p>
    <w:p w:rsidR="00532284" w:rsidRPr="00A77114" w:rsidRDefault="00532284" w:rsidP="00130D5B">
      <w:pPr>
        <w:rPr>
          <w:b/>
          <w:lang w:val="ru-RU"/>
        </w:rPr>
      </w:pPr>
      <w:r w:rsidRPr="00A77114">
        <w:rPr>
          <w:b/>
          <w:lang w:val="ru-RU"/>
        </w:rPr>
        <w:t>БАНКА: ОББ – ГР. МОНТАНА</w:t>
      </w:r>
    </w:p>
    <w:p w:rsidR="00532284" w:rsidRDefault="00532284" w:rsidP="00130D5B">
      <w:pPr>
        <w:ind w:firstLine="720"/>
        <w:jc w:val="both"/>
        <w:rPr>
          <w:b/>
        </w:rPr>
      </w:pPr>
    </w:p>
    <w:p w:rsidR="00532284" w:rsidRDefault="00532284" w:rsidP="00130D5B">
      <w:pPr>
        <w:ind w:firstLine="720"/>
        <w:jc w:val="both"/>
      </w:pPr>
      <w:r w:rsidRPr="007970E5">
        <w:rPr>
          <w:b/>
        </w:rPr>
        <w:t>IV</w:t>
      </w:r>
      <w:r w:rsidRPr="00A77114">
        <w:rPr>
          <w:b/>
          <w:lang w:val="ru-RU"/>
        </w:rPr>
        <w:t xml:space="preserve">. </w:t>
      </w:r>
      <w: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532284" w:rsidRDefault="00532284" w:rsidP="00130D5B">
      <w:pPr>
        <w:ind w:firstLine="720"/>
        <w:jc w:val="both"/>
      </w:pPr>
      <w:r w:rsidRPr="000F6DCA">
        <w:rPr>
          <w:b/>
        </w:rPr>
        <w:t>V.</w:t>
      </w:r>
      <w:r>
        <w:t xml:space="preserve"> На основание чл. 37ж, ал. 11 във връзка с чл. 37в, ал. 5 и 6 от ЗСПЗЗ, настоящата заповед да се обяви в сградата на кметство с.Боровци и в сградата на Общинска служба по земеделие - Берковица и да се публикува на интернет страниците на община Берковица и Областна дирекция „Земеделие” – Монтана.</w:t>
      </w:r>
    </w:p>
    <w:p w:rsidR="00532284" w:rsidRDefault="00532284" w:rsidP="00130D5B">
      <w:pPr>
        <w:ind w:firstLine="720"/>
        <w:jc w:val="both"/>
      </w:pPr>
      <w:r>
        <w:t>Контрол по изпълнението на заповедта възлагам на началника на Общинска служба по земеделие – Берковица.</w:t>
      </w:r>
    </w:p>
    <w:p w:rsidR="00532284" w:rsidRPr="000F6DCA" w:rsidRDefault="00532284" w:rsidP="00130D5B">
      <w:pPr>
        <w:ind w:firstLine="720"/>
        <w:jc w:val="both"/>
      </w:pPr>
      <w:r w:rsidRPr="00E1294D">
        <w:t>Заповедта да се доведе до знанието на съответните длъжностни лица, за сведение и изпълнение.</w:t>
      </w:r>
    </w:p>
    <w:p w:rsidR="00532284" w:rsidRDefault="00532284" w:rsidP="00130D5B">
      <w:pPr>
        <w:ind w:firstLine="720"/>
        <w:jc w:val="both"/>
      </w:pPr>
      <w: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532284" w:rsidRDefault="00532284" w:rsidP="00130D5B">
      <w:pPr>
        <w:ind w:firstLine="720"/>
        <w:jc w:val="both"/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</w:rPr>
        <w:t>.</w:t>
      </w:r>
      <w:r>
        <w:t xml:space="preserve"> Неразделна част от настоящата заповед са:</w:t>
      </w:r>
    </w:p>
    <w:p w:rsidR="00532284" w:rsidRDefault="00532284" w:rsidP="005C05F6">
      <w:pPr>
        <w:ind w:firstLine="720"/>
        <w:jc w:val="both"/>
      </w:pPr>
      <w:r>
        <w:t xml:space="preserve">1. Споразумението по т. </w:t>
      </w:r>
      <w:r w:rsidRPr="00E26E87">
        <w:t>I.</w:t>
      </w:r>
      <w:r>
        <w:t xml:space="preserve"> </w:t>
      </w:r>
      <w:bookmarkStart w:id="0" w:name="_GoBack"/>
    </w:p>
    <w:bookmarkEnd w:id="0"/>
    <w:p w:rsidR="00532284" w:rsidRPr="001453E6" w:rsidRDefault="00532284" w:rsidP="00130D5B">
      <w:pPr>
        <w:jc w:val="both"/>
        <w:rPr>
          <w:b/>
          <w:lang w:val="ru-RU"/>
        </w:rPr>
      </w:pPr>
    </w:p>
    <w:p w:rsidR="00532284" w:rsidRPr="001453E6" w:rsidRDefault="00532284" w:rsidP="00130D5B">
      <w:pPr>
        <w:jc w:val="both"/>
        <w:rPr>
          <w:b/>
          <w:lang w:val="ru-RU"/>
        </w:rPr>
      </w:pPr>
    </w:p>
    <w:p w:rsidR="00532284" w:rsidRPr="001453E6" w:rsidRDefault="00532284" w:rsidP="00130D5B">
      <w:pPr>
        <w:jc w:val="both"/>
        <w:rPr>
          <w:b/>
          <w:lang w:val="ru-RU"/>
        </w:rPr>
      </w:pPr>
    </w:p>
    <w:p w:rsidR="00532284" w:rsidRDefault="00532284" w:rsidP="00130D5B">
      <w:pPr>
        <w:jc w:val="both"/>
        <w:rPr>
          <w:b/>
        </w:rPr>
      </w:pPr>
    </w:p>
    <w:p w:rsidR="00532284" w:rsidRDefault="00532284" w:rsidP="00130D5B">
      <w:pPr>
        <w:jc w:val="both"/>
        <w:rPr>
          <w:b/>
        </w:rPr>
      </w:pPr>
      <w:r>
        <w:rPr>
          <w:b/>
        </w:rPr>
        <w:t>Д-Р ВИОЛЕТА ГЕРГОВА /П/</w:t>
      </w:r>
    </w:p>
    <w:p w:rsidR="00532284" w:rsidRDefault="00532284" w:rsidP="00130D5B">
      <w:pPr>
        <w:jc w:val="both"/>
        <w:rPr>
          <w:i/>
        </w:rPr>
      </w:pPr>
      <w:r w:rsidRPr="002B6F1A">
        <w:rPr>
          <w:i/>
        </w:rPr>
        <w:t xml:space="preserve">Директор на ОД „Земеделие” </w:t>
      </w:r>
      <w:r>
        <w:rPr>
          <w:i/>
        </w:rPr>
        <w:t>–</w:t>
      </w:r>
      <w:r w:rsidRPr="002B6F1A">
        <w:rPr>
          <w:i/>
        </w:rPr>
        <w:t xml:space="preserve"> Монтана</w:t>
      </w:r>
    </w:p>
    <w:p w:rsidR="00532284" w:rsidRDefault="00532284" w:rsidP="00130D5B">
      <w:pPr>
        <w:ind w:firstLine="720"/>
        <w:jc w:val="both"/>
        <w:rPr>
          <w:i/>
        </w:rPr>
      </w:pPr>
    </w:p>
    <w:p w:rsidR="00532284" w:rsidRDefault="00532284" w:rsidP="00130D5B">
      <w:pPr>
        <w:ind w:firstLine="720"/>
        <w:jc w:val="both"/>
        <w:rPr>
          <w:i/>
        </w:rPr>
      </w:pPr>
    </w:p>
    <w:p w:rsidR="00532284" w:rsidRDefault="00532284" w:rsidP="00130D5B">
      <w:pPr>
        <w:ind w:firstLine="720"/>
        <w:jc w:val="both"/>
        <w:rPr>
          <w:i/>
        </w:rPr>
      </w:pPr>
    </w:p>
    <w:p w:rsidR="00532284" w:rsidRPr="005C2A10" w:rsidRDefault="00532284" w:rsidP="005C2A10">
      <w:pPr>
        <w:jc w:val="both"/>
      </w:pPr>
      <w:r w:rsidRPr="005C2A10">
        <w:t>АК/ГДАР</w:t>
      </w:r>
    </w:p>
    <w:sectPr w:rsidR="00532284" w:rsidRPr="005C2A10" w:rsidSect="00EE4476">
      <w:footerReference w:type="even" r:id="rId8"/>
      <w:footerReference w:type="default" r:id="rId9"/>
      <w:pgSz w:w="11906" w:h="16838" w:code="9"/>
      <w:pgMar w:top="1134" w:right="1134" w:bottom="1134" w:left="1134" w:header="561" w:footer="5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2284" w:rsidRDefault="00532284">
      <w:r>
        <w:separator/>
      </w:r>
    </w:p>
  </w:endnote>
  <w:endnote w:type="continuationSeparator" w:id="0">
    <w:p w:rsidR="00532284" w:rsidRDefault="005322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¢à¬»¬¦¬¢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erif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¡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284" w:rsidRDefault="00532284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32284" w:rsidRDefault="00532284" w:rsidP="004F707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284" w:rsidRDefault="00532284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32284" w:rsidRDefault="00532284" w:rsidP="001752D0">
    <w:pP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2284" w:rsidRDefault="00532284">
      <w:r>
        <w:separator/>
      </w:r>
    </w:p>
  </w:footnote>
  <w:footnote w:type="continuationSeparator" w:id="0">
    <w:p w:rsidR="00532284" w:rsidRDefault="005322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24E96"/>
    <w:multiLevelType w:val="hybridMultilevel"/>
    <w:tmpl w:val="1886510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4AE26F8"/>
    <w:multiLevelType w:val="hybridMultilevel"/>
    <w:tmpl w:val="411AF6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6442D4"/>
    <w:multiLevelType w:val="hybridMultilevel"/>
    <w:tmpl w:val="F60CC33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4FB108C"/>
    <w:multiLevelType w:val="hybridMultilevel"/>
    <w:tmpl w:val="1A189178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16CB0C38"/>
    <w:multiLevelType w:val="hybridMultilevel"/>
    <w:tmpl w:val="A02A1398"/>
    <w:lvl w:ilvl="0" w:tplc="B6848A36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5">
    <w:nsid w:val="1D905A2D"/>
    <w:multiLevelType w:val="hybridMultilevel"/>
    <w:tmpl w:val="6164992C"/>
    <w:lvl w:ilvl="0" w:tplc="1A127E8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6">
    <w:nsid w:val="22A01304"/>
    <w:multiLevelType w:val="hybridMultilevel"/>
    <w:tmpl w:val="5D08752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4F63B4C"/>
    <w:multiLevelType w:val="hybridMultilevel"/>
    <w:tmpl w:val="45B00132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2870017A"/>
    <w:multiLevelType w:val="hybridMultilevel"/>
    <w:tmpl w:val="B90CA5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B587F60"/>
    <w:multiLevelType w:val="hybridMultilevel"/>
    <w:tmpl w:val="B09248C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2B7B3962"/>
    <w:multiLevelType w:val="hybridMultilevel"/>
    <w:tmpl w:val="39942E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B964F5B"/>
    <w:multiLevelType w:val="hybridMultilevel"/>
    <w:tmpl w:val="5DD06BEC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2D1243BA"/>
    <w:multiLevelType w:val="hybridMultilevel"/>
    <w:tmpl w:val="61E650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3231585"/>
    <w:multiLevelType w:val="hybridMultilevel"/>
    <w:tmpl w:val="A1C0E734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4A67A67"/>
    <w:multiLevelType w:val="hybridMultilevel"/>
    <w:tmpl w:val="49C6B89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5FC4C81"/>
    <w:multiLevelType w:val="hybridMultilevel"/>
    <w:tmpl w:val="8B12BC46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6">
    <w:nsid w:val="3B030EEB"/>
    <w:multiLevelType w:val="hybridMultilevel"/>
    <w:tmpl w:val="0594686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B4178D5"/>
    <w:multiLevelType w:val="hybridMultilevel"/>
    <w:tmpl w:val="C406910A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4AC539B1"/>
    <w:multiLevelType w:val="hybridMultilevel"/>
    <w:tmpl w:val="198ECAC6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51AC7D16"/>
    <w:multiLevelType w:val="hybridMultilevel"/>
    <w:tmpl w:val="F14451D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5DCA54B5"/>
    <w:multiLevelType w:val="hybridMultilevel"/>
    <w:tmpl w:val="B60805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E0703A6"/>
    <w:multiLevelType w:val="hybridMultilevel"/>
    <w:tmpl w:val="9558D16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DAB7A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01A003B"/>
    <w:multiLevelType w:val="hybridMultilevel"/>
    <w:tmpl w:val="2A80DB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CCC1D35"/>
    <w:multiLevelType w:val="hybridMultilevel"/>
    <w:tmpl w:val="830836A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DAF251E"/>
    <w:multiLevelType w:val="hybridMultilevel"/>
    <w:tmpl w:val="847CFFFC"/>
    <w:lvl w:ilvl="0" w:tplc="C87A9974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F682DDD"/>
    <w:multiLevelType w:val="hybridMultilevel"/>
    <w:tmpl w:val="87FE84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9BC707C"/>
    <w:multiLevelType w:val="hybridMultilevel"/>
    <w:tmpl w:val="51E089C6"/>
    <w:lvl w:ilvl="0" w:tplc="D7BE19D4">
      <w:start w:val="1"/>
      <w:numFmt w:val="decimal"/>
      <w:lvlText w:val="%1."/>
      <w:lvlJc w:val="left"/>
      <w:pPr>
        <w:tabs>
          <w:tab w:val="num" w:pos="1590"/>
        </w:tabs>
        <w:ind w:left="1590" w:hanging="990"/>
      </w:pPr>
      <w:rPr>
        <w:rFonts w:cs="Times New Roman" w:hint="default"/>
      </w:rPr>
    </w:lvl>
    <w:lvl w:ilvl="1" w:tplc="031ED9C8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7F681C35"/>
    <w:multiLevelType w:val="hybridMultilevel"/>
    <w:tmpl w:val="E2AEC500"/>
    <w:lvl w:ilvl="0" w:tplc="C1E4F0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AA4C1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60649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C903F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3010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884C5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DD488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167B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2B8E0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24"/>
  </w:num>
  <w:num w:numId="3">
    <w:abstractNumId w:val="2"/>
  </w:num>
  <w:num w:numId="4">
    <w:abstractNumId w:val="0"/>
  </w:num>
  <w:num w:numId="5">
    <w:abstractNumId w:val="9"/>
  </w:num>
  <w:num w:numId="6">
    <w:abstractNumId w:val="23"/>
  </w:num>
  <w:num w:numId="7">
    <w:abstractNumId w:val="13"/>
  </w:num>
  <w:num w:numId="8">
    <w:abstractNumId w:val="19"/>
  </w:num>
  <w:num w:numId="9">
    <w:abstractNumId w:val="11"/>
  </w:num>
  <w:num w:numId="10">
    <w:abstractNumId w:val="3"/>
  </w:num>
  <w:num w:numId="11">
    <w:abstractNumId w:val="16"/>
  </w:num>
  <w:num w:numId="12">
    <w:abstractNumId w:val="12"/>
  </w:num>
  <w:num w:numId="13">
    <w:abstractNumId w:val="21"/>
  </w:num>
  <w:num w:numId="14">
    <w:abstractNumId w:val="14"/>
  </w:num>
  <w:num w:numId="15">
    <w:abstractNumId w:val="5"/>
  </w:num>
  <w:num w:numId="16">
    <w:abstractNumId w:val="12"/>
  </w:num>
  <w:num w:numId="17">
    <w:abstractNumId w:val="22"/>
  </w:num>
  <w:num w:numId="18">
    <w:abstractNumId w:val="15"/>
  </w:num>
  <w:num w:numId="19">
    <w:abstractNumId w:val="1"/>
  </w:num>
  <w:num w:numId="20">
    <w:abstractNumId w:val="17"/>
  </w:num>
  <w:num w:numId="21">
    <w:abstractNumId w:val="8"/>
  </w:num>
  <w:num w:numId="22">
    <w:abstractNumId w:val="6"/>
  </w:num>
  <w:num w:numId="23">
    <w:abstractNumId w:val="7"/>
  </w:num>
  <w:num w:numId="24">
    <w:abstractNumId w:val="10"/>
  </w:num>
  <w:num w:numId="25">
    <w:abstractNumId w:val="18"/>
  </w:num>
  <w:num w:numId="26">
    <w:abstractNumId w:val="20"/>
  </w:num>
  <w:num w:numId="27">
    <w:abstractNumId w:val="25"/>
  </w:num>
  <w:num w:numId="28">
    <w:abstractNumId w:val="26"/>
  </w:num>
  <w:num w:numId="29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3AC"/>
    <w:rsid w:val="00002B7B"/>
    <w:rsid w:val="00006862"/>
    <w:rsid w:val="000072F3"/>
    <w:rsid w:val="00011A77"/>
    <w:rsid w:val="000132C4"/>
    <w:rsid w:val="00020704"/>
    <w:rsid w:val="000273BC"/>
    <w:rsid w:val="000303C7"/>
    <w:rsid w:val="00030A78"/>
    <w:rsid w:val="00036B21"/>
    <w:rsid w:val="00041345"/>
    <w:rsid w:val="00041EEC"/>
    <w:rsid w:val="000518FA"/>
    <w:rsid w:val="00053471"/>
    <w:rsid w:val="0005391F"/>
    <w:rsid w:val="00056570"/>
    <w:rsid w:val="00063250"/>
    <w:rsid w:val="00065896"/>
    <w:rsid w:val="00071EB5"/>
    <w:rsid w:val="00073CAB"/>
    <w:rsid w:val="00076766"/>
    <w:rsid w:val="00080BE7"/>
    <w:rsid w:val="00081EBE"/>
    <w:rsid w:val="00082B03"/>
    <w:rsid w:val="00084FEB"/>
    <w:rsid w:val="00087820"/>
    <w:rsid w:val="00087B09"/>
    <w:rsid w:val="00093666"/>
    <w:rsid w:val="000963D7"/>
    <w:rsid w:val="000967C5"/>
    <w:rsid w:val="000A1C6A"/>
    <w:rsid w:val="000B0D23"/>
    <w:rsid w:val="000B13EA"/>
    <w:rsid w:val="000C0095"/>
    <w:rsid w:val="000C0A1B"/>
    <w:rsid w:val="000C2B23"/>
    <w:rsid w:val="000C3901"/>
    <w:rsid w:val="000D32CB"/>
    <w:rsid w:val="000E0284"/>
    <w:rsid w:val="000E259B"/>
    <w:rsid w:val="000E3B1B"/>
    <w:rsid w:val="000E6453"/>
    <w:rsid w:val="000E6EA1"/>
    <w:rsid w:val="000E76B9"/>
    <w:rsid w:val="000F2002"/>
    <w:rsid w:val="000F2B2D"/>
    <w:rsid w:val="000F595C"/>
    <w:rsid w:val="000F5D8B"/>
    <w:rsid w:val="000F626F"/>
    <w:rsid w:val="000F6DCA"/>
    <w:rsid w:val="00100608"/>
    <w:rsid w:val="00110754"/>
    <w:rsid w:val="001123B2"/>
    <w:rsid w:val="00116F2B"/>
    <w:rsid w:val="00120288"/>
    <w:rsid w:val="00122663"/>
    <w:rsid w:val="00123C84"/>
    <w:rsid w:val="00125693"/>
    <w:rsid w:val="001257F6"/>
    <w:rsid w:val="00130D5B"/>
    <w:rsid w:val="00145038"/>
    <w:rsid w:val="00145256"/>
    <w:rsid w:val="001453E6"/>
    <w:rsid w:val="00145A43"/>
    <w:rsid w:val="00146905"/>
    <w:rsid w:val="001508A0"/>
    <w:rsid w:val="0015799A"/>
    <w:rsid w:val="00161106"/>
    <w:rsid w:val="0016699C"/>
    <w:rsid w:val="001741AF"/>
    <w:rsid w:val="001749B6"/>
    <w:rsid w:val="001752D0"/>
    <w:rsid w:val="001825FF"/>
    <w:rsid w:val="00187138"/>
    <w:rsid w:val="001931C0"/>
    <w:rsid w:val="0019514E"/>
    <w:rsid w:val="001A4B9A"/>
    <w:rsid w:val="001B0320"/>
    <w:rsid w:val="001B36C5"/>
    <w:rsid w:val="001B3FED"/>
    <w:rsid w:val="001B407F"/>
    <w:rsid w:val="001B53AB"/>
    <w:rsid w:val="001B5BEE"/>
    <w:rsid w:val="001C24CC"/>
    <w:rsid w:val="001D0B4D"/>
    <w:rsid w:val="001F04BC"/>
    <w:rsid w:val="001F4EE4"/>
    <w:rsid w:val="001F59EF"/>
    <w:rsid w:val="0020503E"/>
    <w:rsid w:val="00217932"/>
    <w:rsid w:val="00225C79"/>
    <w:rsid w:val="00226C3A"/>
    <w:rsid w:val="002316F6"/>
    <w:rsid w:val="00231F9B"/>
    <w:rsid w:val="002341D2"/>
    <w:rsid w:val="002426C1"/>
    <w:rsid w:val="00244128"/>
    <w:rsid w:val="00246AA5"/>
    <w:rsid w:val="00247C41"/>
    <w:rsid w:val="00255822"/>
    <w:rsid w:val="00256416"/>
    <w:rsid w:val="0026511B"/>
    <w:rsid w:val="002652EA"/>
    <w:rsid w:val="00266626"/>
    <w:rsid w:val="0027214C"/>
    <w:rsid w:val="00274799"/>
    <w:rsid w:val="00290E8E"/>
    <w:rsid w:val="0029623F"/>
    <w:rsid w:val="002A429B"/>
    <w:rsid w:val="002B3AA2"/>
    <w:rsid w:val="002B6F1A"/>
    <w:rsid w:val="002C4FBE"/>
    <w:rsid w:val="002D0E69"/>
    <w:rsid w:val="002D3BFF"/>
    <w:rsid w:val="002D3F24"/>
    <w:rsid w:val="002E1829"/>
    <w:rsid w:val="002F10B9"/>
    <w:rsid w:val="00302126"/>
    <w:rsid w:val="00307706"/>
    <w:rsid w:val="00311403"/>
    <w:rsid w:val="003121E5"/>
    <w:rsid w:val="003139F9"/>
    <w:rsid w:val="003164F2"/>
    <w:rsid w:val="00316FDA"/>
    <w:rsid w:val="00321BA8"/>
    <w:rsid w:val="003269D7"/>
    <w:rsid w:val="00330AA2"/>
    <w:rsid w:val="00332C97"/>
    <w:rsid w:val="00340554"/>
    <w:rsid w:val="0034423D"/>
    <w:rsid w:val="0034549C"/>
    <w:rsid w:val="003524D6"/>
    <w:rsid w:val="00356240"/>
    <w:rsid w:val="00360ABA"/>
    <w:rsid w:val="00363DF6"/>
    <w:rsid w:val="0037666E"/>
    <w:rsid w:val="00377AA7"/>
    <w:rsid w:val="003800E8"/>
    <w:rsid w:val="00386E5F"/>
    <w:rsid w:val="003A1EEF"/>
    <w:rsid w:val="003A6477"/>
    <w:rsid w:val="003B455B"/>
    <w:rsid w:val="003B4D3E"/>
    <w:rsid w:val="003B6171"/>
    <w:rsid w:val="003C0C6D"/>
    <w:rsid w:val="003D546E"/>
    <w:rsid w:val="003D644D"/>
    <w:rsid w:val="003E0C99"/>
    <w:rsid w:val="003E6D11"/>
    <w:rsid w:val="003F314F"/>
    <w:rsid w:val="0040026A"/>
    <w:rsid w:val="00404765"/>
    <w:rsid w:val="00410BD3"/>
    <w:rsid w:val="0041787F"/>
    <w:rsid w:val="00421EAC"/>
    <w:rsid w:val="0042287B"/>
    <w:rsid w:val="00430A7C"/>
    <w:rsid w:val="00433492"/>
    <w:rsid w:val="00435648"/>
    <w:rsid w:val="0043678B"/>
    <w:rsid w:val="00442288"/>
    <w:rsid w:val="004451CF"/>
    <w:rsid w:val="0046302E"/>
    <w:rsid w:val="0046552A"/>
    <w:rsid w:val="004713D0"/>
    <w:rsid w:val="0048407B"/>
    <w:rsid w:val="00487C37"/>
    <w:rsid w:val="0049089D"/>
    <w:rsid w:val="004A7842"/>
    <w:rsid w:val="004A7CA7"/>
    <w:rsid w:val="004B2342"/>
    <w:rsid w:val="004D0EFB"/>
    <w:rsid w:val="004E3B42"/>
    <w:rsid w:val="004E4A94"/>
    <w:rsid w:val="004E6C23"/>
    <w:rsid w:val="004E6D9D"/>
    <w:rsid w:val="004F03F4"/>
    <w:rsid w:val="004F2FE5"/>
    <w:rsid w:val="004F4011"/>
    <w:rsid w:val="004F7075"/>
    <w:rsid w:val="00500138"/>
    <w:rsid w:val="005033FB"/>
    <w:rsid w:val="00511E0D"/>
    <w:rsid w:val="00512FA3"/>
    <w:rsid w:val="005229ED"/>
    <w:rsid w:val="00525321"/>
    <w:rsid w:val="00532284"/>
    <w:rsid w:val="00544A10"/>
    <w:rsid w:val="00550320"/>
    <w:rsid w:val="00551608"/>
    <w:rsid w:val="00552A2F"/>
    <w:rsid w:val="00553B71"/>
    <w:rsid w:val="00555A00"/>
    <w:rsid w:val="00561877"/>
    <w:rsid w:val="00562820"/>
    <w:rsid w:val="00565C6C"/>
    <w:rsid w:val="00570DA6"/>
    <w:rsid w:val="00571D10"/>
    <w:rsid w:val="0057491E"/>
    <w:rsid w:val="0057644D"/>
    <w:rsid w:val="00586561"/>
    <w:rsid w:val="00594BBB"/>
    <w:rsid w:val="005A2637"/>
    <w:rsid w:val="005A2AC7"/>
    <w:rsid w:val="005B2B3D"/>
    <w:rsid w:val="005B3092"/>
    <w:rsid w:val="005B425B"/>
    <w:rsid w:val="005C05F6"/>
    <w:rsid w:val="005C2A10"/>
    <w:rsid w:val="005C3BF7"/>
    <w:rsid w:val="005C6308"/>
    <w:rsid w:val="005C6665"/>
    <w:rsid w:val="005C7576"/>
    <w:rsid w:val="005D0C8D"/>
    <w:rsid w:val="005E01B3"/>
    <w:rsid w:val="005E3C46"/>
    <w:rsid w:val="005E7CF6"/>
    <w:rsid w:val="005F0062"/>
    <w:rsid w:val="005F444C"/>
    <w:rsid w:val="00606AB7"/>
    <w:rsid w:val="00615D1F"/>
    <w:rsid w:val="006251B7"/>
    <w:rsid w:val="00625AB4"/>
    <w:rsid w:val="00630580"/>
    <w:rsid w:val="00631504"/>
    <w:rsid w:val="00634C8F"/>
    <w:rsid w:val="0063589A"/>
    <w:rsid w:val="0064184E"/>
    <w:rsid w:val="00641FE7"/>
    <w:rsid w:val="00644E6E"/>
    <w:rsid w:val="006552EF"/>
    <w:rsid w:val="00662C60"/>
    <w:rsid w:val="00665A26"/>
    <w:rsid w:val="00665E06"/>
    <w:rsid w:val="00670FB9"/>
    <w:rsid w:val="006719C9"/>
    <w:rsid w:val="006827AF"/>
    <w:rsid w:val="00682906"/>
    <w:rsid w:val="006847F9"/>
    <w:rsid w:val="00685281"/>
    <w:rsid w:val="006903BA"/>
    <w:rsid w:val="006910D4"/>
    <w:rsid w:val="00691F3E"/>
    <w:rsid w:val="006967C9"/>
    <w:rsid w:val="00697631"/>
    <w:rsid w:val="006A6166"/>
    <w:rsid w:val="006A73E5"/>
    <w:rsid w:val="006B4773"/>
    <w:rsid w:val="006B6EA3"/>
    <w:rsid w:val="006C3C10"/>
    <w:rsid w:val="006C3D39"/>
    <w:rsid w:val="006C676C"/>
    <w:rsid w:val="006D0073"/>
    <w:rsid w:val="006D0984"/>
    <w:rsid w:val="006D61D3"/>
    <w:rsid w:val="006D6D66"/>
    <w:rsid w:val="006E1A95"/>
    <w:rsid w:val="006E1B59"/>
    <w:rsid w:val="006E1C6A"/>
    <w:rsid w:val="006E243F"/>
    <w:rsid w:val="006E7888"/>
    <w:rsid w:val="006F0032"/>
    <w:rsid w:val="006F108C"/>
    <w:rsid w:val="006F2D5F"/>
    <w:rsid w:val="0070221D"/>
    <w:rsid w:val="0070251B"/>
    <w:rsid w:val="00706A00"/>
    <w:rsid w:val="007117EC"/>
    <w:rsid w:val="00713258"/>
    <w:rsid w:val="007138D7"/>
    <w:rsid w:val="007175D1"/>
    <w:rsid w:val="00723858"/>
    <w:rsid w:val="0072385B"/>
    <w:rsid w:val="00724D13"/>
    <w:rsid w:val="00725DF9"/>
    <w:rsid w:val="007339BD"/>
    <w:rsid w:val="00733F1C"/>
    <w:rsid w:val="0073694F"/>
    <w:rsid w:val="007431BF"/>
    <w:rsid w:val="00751EA0"/>
    <w:rsid w:val="00773D06"/>
    <w:rsid w:val="00774C6A"/>
    <w:rsid w:val="00776DEF"/>
    <w:rsid w:val="0078067B"/>
    <w:rsid w:val="0079194C"/>
    <w:rsid w:val="00794DFC"/>
    <w:rsid w:val="00796D63"/>
    <w:rsid w:val="007970E5"/>
    <w:rsid w:val="007A5096"/>
    <w:rsid w:val="007B2D3C"/>
    <w:rsid w:val="007B3A72"/>
    <w:rsid w:val="007B5D64"/>
    <w:rsid w:val="007C0A8F"/>
    <w:rsid w:val="007C4BBE"/>
    <w:rsid w:val="007C6597"/>
    <w:rsid w:val="007C6817"/>
    <w:rsid w:val="007C7FF7"/>
    <w:rsid w:val="007E15FF"/>
    <w:rsid w:val="007E172D"/>
    <w:rsid w:val="007E32D3"/>
    <w:rsid w:val="007E65C1"/>
    <w:rsid w:val="007F15A3"/>
    <w:rsid w:val="007F2A83"/>
    <w:rsid w:val="00803878"/>
    <w:rsid w:val="008049AD"/>
    <w:rsid w:val="0081299F"/>
    <w:rsid w:val="0081725D"/>
    <w:rsid w:val="008233DC"/>
    <w:rsid w:val="00832710"/>
    <w:rsid w:val="0083380F"/>
    <w:rsid w:val="00836231"/>
    <w:rsid w:val="00836666"/>
    <w:rsid w:val="0083786A"/>
    <w:rsid w:val="00841A44"/>
    <w:rsid w:val="008507C9"/>
    <w:rsid w:val="008525DC"/>
    <w:rsid w:val="00852A5F"/>
    <w:rsid w:val="00855DD4"/>
    <w:rsid w:val="00855F8B"/>
    <w:rsid w:val="0086224D"/>
    <w:rsid w:val="00864DE0"/>
    <w:rsid w:val="008659DF"/>
    <w:rsid w:val="00865E99"/>
    <w:rsid w:val="008678D5"/>
    <w:rsid w:val="00870159"/>
    <w:rsid w:val="008725E8"/>
    <w:rsid w:val="00884544"/>
    <w:rsid w:val="008850C0"/>
    <w:rsid w:val="008871A9"/>
    <w:rsid w:val="00891E04"/>
    <w:rsid w:val="008A4852"/>
    <w:rsid w:val="008A7453"/>
    <w:rsid w:val="008B4416"/>
    <w:rsid w:val="008B63C6"/>
    <w:rsid w:val="008C3668"/>
    <w:rsid w:val="008C46B3"/>
    <w:rsid w:val="008C5CF5"/>
    <w:rsid w:val="008D2ABF"/>
    <w:rsid w:val="008D5226"/>
    <w:rsid w:val="008E204B"/>
    <w:rsid w:val="008E5A6C"/>
    <w:rsid w:val="008F1F09"/>
    <w:rsid w:val="008F4725"/>
    <w:rsid w:val="00901DA8"/>
    <w:rsid w:val="00902F7C"/>
    <w:rsid w:val="009104F5"/>
    <w:rsid w:val="00913606"/>
    <w:rsid w:val="00915ED2"/>
    <w:rsid w:val="00925D6E"/>
    <w:rsid w:val="009273C4"/>
    <w:rsid w:val="009317C8"/>
    <w:rsid w:val="00931B29"/>
    <w:rsid w:val="0093267C"/>
    <w:rsid w:val="00941218"/>
    <w:rsid w:val="00942B4E"/>
    <w:rsid w:val="0094342A"/>
    <w:rsid w:val="009467F5"/>
    <w:rsid w:val="00946D35"/>
    <w:rsid w:val="0095637D"/>
    <w:rsid w:val="0095674F"/>
    <w:rsid w:val="00962ACA"/>
    <w:rsid w:val="009655C6"/>
    <w:rsid w:val="0096671E"/>
    <w:rsid w:val="0098003D"/>
    <w:rsid w:val="009833C4"/>
    <w:rsid w:val="0098370C"/>
    <w:rsid w:val="009860DE"/>
    <w:rsid w:val="00986F5C"/>
    <w:rsid w:val="009957E3"/>
    <w:rsid w:val="009A46C0"/>
    <w:rsid w:val="009A5E14"/>
    <w:rsid w:val="009B011B"/>
    <w:rsid w:val="009B2823"/>
    <w:rsid w:val="009B30DF"/>
    <w:rsid w:val="009B340A"/>
    <w:rsid w:val="009B355E"/>
    <w:rsid w:val="009B35F6"/>
    <w:rsid w:val="009B66B1"/>
    <w:rsid w:val="009C100D"/>
    <w:rsid w:val="009C64E2"/>
    <w:rsid w:val="009C69A4"/>
    <w:rsid w:val="009C7786"/>
    <w:rsid w:val="009E7551"/>
    <w:rsid w:val="009F1B71"/>
    <w:rsid w:val="009F5618"/>
    <w:rsid w:val="00A032E7"/>
    <w:rsid w:val="00A034DF"/>
    <w:rsid w:val="00A03745"/>
    <w:rsid w:val="00A13C5B"/>
    <w:rsid w:val="00A160BE"/>
    <w:rsid w:val="00A2155B"/>
    <w:rsid w:val="00A26640"/>
    <w:rsid w:val="00A277B2"/>
    <w:rsid w:val="00A27DDB"/>
    <w:rsid w:val="00A35919"/>
    <w:rsid w:val="00A37B10"/>
    <w:rsid w:val="00A40809"/>
    <w:rsid w:val="00A41AEC"/>
    <w:rsid w:val="00A4484F"/>
    <w:rsid w:val="00A45561"/>
    <w:rsid w:val="00A60A59"/>
    <w:rsid w:val="00A63952"/>
    <w:rsid w:val="00A737F3"/>
    <w:rsid w:val="00A73863"/>
    <w:rsid w:val="00A747F8"/>
    <w:rsid w:val="00A75850"/>
    <w:rsid w:val="00A77114"/>
    <w:rsid w:val="00A80697"/>
    <w:rsid w:val="00A839FC"/>
    <w:rsid w:val="00A87CBD"/>
    <w:rsid w:val="00A93779"/>
    <w:rsid w:val="00A96231"/>
    <w:rsid w:val="00A97417"/>
    <w:rsid w:val="00AA0F90"/>
    <w:rsid w:val="00AA5A4C"/>
    <w:rsid w:val="00AA6160"/>
    <w:rsid w:val="00AA6F97"/>
    <w:rsid w:val="00AB51B8"/>
    <w:rsid w:val="00AC1587"/>
    <w:rsid w:val="00AD25B9"/>
    <w:rsid w:val="00AD2F8A"/>
    <w:rsid w:val="00AD7AC7"/>
    <w:rsid w:val="00AD7BBF"/>
    <w:rsid w:val="00AE5BF3"/>
    <w:rsid w:val="00AE7F15"/>
    <w:rsid w:val="00AF58AA"/>
    <w:rsid w:val="00B10075"/>
    <w:rsid w:val="00B1136D"/>
    <w:rsid w:val="00B123D0"/>
    <w:rsid w:val="00B1569A"/>
    <w:rsid w:val="00B15BEB"/>
    <w:rsid w:val="00B15C7B"/>
    <w:rsid w:val="00B16FBD"/>
    <w:rsid w:val="00B23D9E"/>
    <w:rsid w:val="00B258C5"/>
    <w:rsid w:val="00B32A38"/>
    <w:rsid w:val="00B37B48"/>
    <w:rsid w:val="00B45D54"/>
    <w:rsid w:val="00B523C9"/>
    <w:rsid w:val="00B5366F"/>
    <w:rsid w:val="00B5502D"/>
    <w:rsid w:val="00B5525B"/>
    <w:rsid w:val="00B637BE"/>
    <w:rsid w:val="00B64561"/>
    <w:rsid w:val="00B74C77"/>
    <w:rsid w:val="00B8167E"/>
    <w:rsid w:val="00B82E43"/>
    <w:rsid w:val="00B91D5E"/>
    <w:rsid w:val="00B958C4"/>
    <w:rsid w:val="00B97EC4"/>
    <w:rsid w:val="00BA078B"/>
    <w:rsid w:val="00BA6046"/>
    <w:rsid w:val="00BB13EF"/>
    <w:rsid w:val="00BD33D1"/>
    <w:rsid w:val="00BE0608"/>
    <w:rsid w:val="00BE1C51"/>
    <w:rsid w:val="00BE2CD9"/>
    <w:rsid w:val="00BE5929"/>
    <w:rsid w:val="00BE7A38"/>
    <w:rsid w:val="00BF229C"/>
    <w:rsid w:val="00BF2475"/>
    <w:rsid w:val="00BF7A49"/>
    <w:rsid w:val="00C02859"/>
    <w:rsid w:val="00C02ED2"/>
    <w:rsid w:val="00C06FAF"/>
    <w:rsid w:val="00C119C9"/>
    <w:rsid w:val="00C23085"/>
    <w:rsid w:val="00C2411C"/>
    <w:rsid w:val="00C26452"/>
    <w:rsid w:val="00C26972"/>
    <w:rsid w:val="00C30D42"/>
    <w:rsid w:val="00C32F51"/>
    <w:rsid w:val="00C413AC"/>
    <w:rsid w:val="00C51AB2"/>
    <w:rsid w:val="00C52894"/>
    <w:rsid w:val="00C53AC8"/>
    <w:rsid w:val="00C605ED"/>
    <w:rsid w:val="00C659B5"/>
    <w:rsid w:val="00C66C67"/>
    <w:rsid w:val="00C67866"/>
    <w:rsid w:val="00C72B4E"/>
    <w:rsid w:val="00C76F05"/>
    <w:rsid w:val="00C80102"/>
    <w:rsid w:val="00CA057E"/>
    <w:rsid w:val="00CA494D"/>
    <w:rsid w:val="00CA4C97"/>
    <w:rsid w:val="00CA549B"/>
    <w:rsid w:val="00CB28D1"/>
    <w:rsid w:val="00CB7D24"/>
    <w:rsid w:val="00CC3B66"/>
    <w:rsid w:val="00CC4619"/>
    <w:rsid w:val="00CD4B8D"/>
    <w:rsid w:val="00CD5D8D"/>
    <w:rsid w:val="00CE39FF"/>
    <w:rsid w:val="00CE3F78"/>
    <w:rsid w:val="00CE5269"/>
    <w:rsid w:val="00CF4996"/>
    <w:rsid w:val="00D042E4"/>
    <w:rsid w:val="00D14523"/>
    <w:rsid w:val="00D14D79"/>
    <w:rsid w:val="00D150C7"/>
    <w:rsid w:val="00D20B85"/>
    <w:rsid w:val="00D3382D"/>
    <w:rsid w:val="00D512CF"/>
    <w:rsid w:val="00D51A2A"/>
    <w:rsid w:val="00D522E3"/>
    <w:rsid w:val="00D5377F"/>
    <w:rsid w:val="00D65C1C"/>
    <w:rsid w:val="00D6602B"/>
    <w:rsid w:val="00D6765A"/>
    <w:rsid w:val="00D809D7"/>
    <w:rsid w:val="00D8574D"/>
    <w:rsid w:val="00D8615C"/>
    <w:rsid w:val="00D921D2"/>
    <w:rsid w:val="00D92A91"/>
    <w:rsid w:val="00D9333B"/>
    <w:rsid w:val="00DA22EB"/>
    <w:rsid w:val="00DA5F3B"/>
    <w:rsid w:val="00DA73FC"/>
    <w:rsid w:val="00DB5EE5"/>
    <w:rsid w:val="00DB698A"/>
    <w:rsid w:val="00DC3AD2"/>
    <w:rsid w:val="00DC72FF"/>
    <w:rsid w:val="00DD037B"/>
    <w:rsid w:val="00DD49B7"/>
    <w:rsid w:val="00DE2CFF"/>
    <w:rsid w:val="00DF0EFE"/>
    <w:rsid w:val="00DF1941"/>
    <w:rsid w:val="00E00ADB"/>
    <w:rsid w:val="00E03C38"/>
    <w:rsid w:val="00E04ED2"/>
    <w:rsid w:val="00E1294D"/>
    <w:rsid w:val="00E2074E"/>
    <w:rsid w:val="00E24495"/>
    <w:rsid w:val="00E26E87"/>
    <w:rsid w:val="00E27C10"/>
    <w:rsid w:val="00E33C17"/>
    <w:rsid w:val="00E35D68"/>
    <w:rsid w:val="00E4323C"/>
    <w:rsid w:val="00E52A61"/>
    <w:rsid w:val="00E5360D"/>
    <w:rsid w:val="00E53E6D"/>
    <w:rsid w:val="00E5683A"/>
    <w:rsid w:val="00E636FF"/>
    <w:rsid w:val="00E63FC3"/>
    <w:rsid w:val="00E676F0"/>
    <w:rsid w:val="00E72FC2"/>
    <w:rsid w:val="00E74B41"/>
    <w:rsid w:val="00E82951"/>
    <w:rsid w:val="00E84E1A"/>
    <w:rsid w:val="00E90F86"/>
    <w:rsid w:val="00E9276E"/>
    <w:rsid w:val="00EA3BD7"/>
    <w:rsid w:val="00EA54AC"/>
    <w:rsid w:val="00EA695E"/>
    <w:rsid w:val="00EB6757"/>
    <w:rsid w:val="00EC17C9"/>
    <w:rsid w:val="00ED52BC"/>
    <w:rsid w:val="00EE0470"/>
    <w:rsid w:val="00EE26AF"/>
    <w:rsid w:val="00EE4476"/>
    <w:rsid w:val="00F000CF"/>
    <w:rsid w:val="00F01255"/>
    <w:rsid w:val="00F07625"/>
    <w:rsid w:val="00F21511"/>
    <w:rsid w:val="00F30F6D"/>
    <w:rsid w:val="00F33674"/>
    <w:rsid w:val="00F35044"/>
    <w:rsid w:val="00F35FEF"/>
    <w:rsid w:val="00F42450"/>
    <w:rsid w:val="00F5450D"/>
    <w:rsid w:val="00F54D27"/>
    <w:rsid w:val="00F61988"/>
    <w:rsid w:val="00F66748"/>
    <w:rsid w:val="00F67CAE"/>
    <w:rsid w:val="00F733D6"/>
    <w:rsid w:val="00F807B7"/>
    <w:rsid w:val="00F836CB"/>
    <w:rsid w:val="00F844E7"/>
    <w:rsid w:val="00F846E7"/>
    <w:rsid w:val="00F85271"/>
    <w:rsid w:val="00F85374"/>
    <w:rsid w:val="00F9298A"/>
    <w:rsid w:val="00FA4694"/>
    <w:rsid w:val="00FA5724"/>
    <w:rsid w:val="00FA78FA"/>
    <w:rsid w:val="00FB138A"/>
    <w:rsid w:val="00FB70AB"/>
    <w:rsid w:val="00FB7E37"/>
    <w:rsid w:val="00FC1ADD"/>
    <w:rsid w:val="00FF52C5"/>
    <w:rsid w:val="00FF6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bg-BG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49B"/>
    <w:rPr>
      <w:rFonts w:cs="Arial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C757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5C7576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7576"/>
    <w:pPr>
      <w:keepNext/>
      <w:ind w:firstLine="720"/>
      <w:jc w:val="both"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C7576"/>
    <w:pPr>
      <w:keepNext/>
      <w:ind w:left="4320" w:firstLine="720"/>
      <w:jc w:val="both"/>
      <w:outlineLvl w:val="3"/>
    </w:pPr>
    <w:rPr>
      <w:rFonts w:ascii="MS Serif" w:hAnsi="MS Serif"/>
      <w:b/>
      <w:cap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A46C0"/>
    <w:rPr>
      <w:rFonts w:ascii="Cambria" w:eastAsia="MS Gothic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A46C0"/>
    <w:rPr>
      <w:rFonts w:ascii="Cambria" w:eastAsia="MS Gothic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A46C0"/>
    <w:rPr>
      <w:rFonts w:ascii="Cambria" w:eastAsia="MS Gothic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A46C0"/>
    <w:rPr>
      <w:rFonts w:ascii="Calibri" w:eastAsia="MS Mincho" w:hAnsi="Calibri" w:cs="Times New Roman"/>
      <w:b/>
      <w:bCs/>
      <w:sz w:val="28"/>
      <w:szCs w:val="28"/>
      <w:lang w:eastAsia="en-US"/>
    </w:rPr>
  </w:style>
  <w:style w:type="character" w:styleId="Hyperlink">
    <w:name w:val="Hyperlink"/>
    <w:basedOn w:val="DefaultParagraphFont"/>
    <w:uiPriority w:val="99"/>
    <w:rsid w:val="005C757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231F9B"/>
    <w:pPr>
      <w:spacing w:before="100" w:beforeAutospacing="1" w:after="100" w:afterAutospacing="1"/>
    </w:pPr>
    <w:rPr>
      <w:rFonts w:cs="Times New Roman"/>
      <w:lang w:val="en-US"/>
    </w:rPr>
  </w:style>
  <w:style w:type="character" w:customStyle="1" w:styleId="apple-converted-space">
    <w:name w:val="apple-converted-space"/>
    <w:basedOn w:val="DefaultParagraphFont"/>
    <w:uiPriority w:val="99"/>
    <w:rsid w:val="004F4011"/>
    <w:rPr>
      <w:rFonts w:cs="Times New Roman"/>
    </w:rPr>
  </w:style>
  <w:style w:type="paragraph" w:customStyle="1" w:styleId="firstline">
    <w:name w:val="firstline"/>
    <w:basedOn w:val="Normal"/>
    <w:uiPriority w:val="99"/>
    <w:rsid w:val="004F4011"/>
    <w:pPr>
      <w:spacing w:before="100" w:beforeAutospacing="1" w:after="100" w:afterAutospacing="1"/>
    </w:pPr>
    <w:rPr>
      <w:rFonts w:cs="Times New Roman"/>
      <w:lang w:eastAsia="bg-BG"/>
    </w:rPr>
  </w:style>
  <w:style w:type="paragraph" w:customStyle="1" w:styleId="a">
    <w:name w:val="Знак"/>
    <w:basedOn w:val="Normal"/>
    <w:uiPriority w:val="99"/>
    <w:rsid w:val="00986F5C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customStyle="1" w:styleId="CharCharChar">
    <w:name w:val="Char Char Char"/>
    <w:basedOn w:val="Normal"/>
    <w:link w:val="CharCharCharChar"/>
    <w:uiPriority w:val="99"/>
    <w:rsid w:val="0046302E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styleId="Footer">
    <w:name w:val="footer"/>
    <w:basedOn w:val="Normal"/>
    <w:link w:val="FooterChar"/>
    <w:uiPriority w:val="99"/>
    <w:rsid w:val="00CA057E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A057E"/>
    <w:rPr>
      <w:rFonts w:ascii="Arial" w:hAnsi="Arial" w:cs="Times New Roman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9273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46C0"/>
    <w:rPr>
      <w:rFonts w:cs="Arial"/>
      <w:sz w:val="2"/>
      <w:lang w:eastAsia="en-US"/>
    </w:rPr>
  </w:style>
  <w:style w:type="character" w:styleId="PageNumber">
    <w:name w:val="page number"/>
    <w:basedOn w:val="DefaultParagraphFont"/>
    <w:uiPriority w:val="99"/>
    <w:rsid w:val="004F7075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F707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A46C0"/>
    <w:rPr>
      <w:rFonts w:cs="Arial"/>
      <w:sz w:val="24"/>
      <w:szCs w:val="24"/>
      <w:lang w:eastAsia="en-US"/>
    </w:rPr>
  </w:style>
  <w:style w:type="character" w:styleId="Strong">
    <w:name w:val="Strong"/>
    <w:basedOn w:val="DefaultParagraphFont"/>
    <w:uiPriority w:val="99"/>
    <w:qFormat/>
    <w:rsid w:val="00884544"/>
    <w:rPr>
      <w:rFonts w:cs="Times New Roman"/>
      <w:b/>
      <w:bCs/>
    </w:rPr>
  </w:style>
  <w:style w:type="character" w:customStyle="1" w:styleId="CharCharCharChar">
    <w:name w:val="Char Char Char Char"/>
    <w:basedOn w:val="DefaultParagraphFont"/>
    <w:link w:val="CharCharChar"/>
    <w:uiPriority w:val="99"/>
    <w:locked/>
    <w:rsid w:val="00145038"/>
    <w:rPr>
      <w:rFonts w:ascii="Tahoma" w:hAnsi="Tahoma" w:cs="Times New Roman"/>
      <w:sz w:val="24"/>
      <w:szCs w:val="24"/>
      <w:lang w:val="pl-PL" w:eastAsia="pl-PL"/>
    </w:rPr>
  </w:style>
  <w:style w:type="paragraph" w:customStyle="1" w:styleId="m">
    <w:name w:val="m"/>
    <w:basedOn w:val="Normal"/>
    <w:uiPriority w:val="99"/>
    <w:rsid w:val="00340554"/>
    <w:pPr>
      <w:spacing w:before="100" w:beforeAutospacing="1" w:after="100" w:afterAutospacing="1"/>
    </w:pPr>
    <w:rPr>
      <w:rFonts w:cs="Times New Roman"/>
      <w:lang w:eastAsia="bg-BG"/>
    </w:rPr>
  </w:style>
  <w:style w:type="paragraph" w:styleId="ListParagraph">
    <w:name w:val="List Paragraph"/>
    <w:basedOn w:val="Normal"/>
    <w:uiPriority w:val="99"/>
    <w:qFormat/>
    <w:rsid w:val="00DB5EE5"/>
    <w:pPr>
      <w:ind w:left="708"/>
    </w:pPr>
  </w:style>
  <w:style w:type="paragraph" w:styleId="BodyTextIndent">
    <w:name w:val="Body Text Indent"/>
    <w:basedOn w:val="Normal"/>
    <w:link w:val="BodyTextIndentChar"/>
    <w:uiPriority w:val="99"/>
    <w:rsid w:val="003121E5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121E5"/>
    <w:rPr>
      <w:rFonts w:ascii="Arial" w:hAnsi="Arial" w:cs="Times New Roman"/>
      <w:lang w:val="en-US" w:eastAsia="en-US"/>
    </w:rPr>
  </w:style>
  <w:style w:type="character" w:customStyle="1" w:styleId="newdocreference1">
    <w:name w:val="newdocreference1"/>
    <w:basedOn w:val="DefaultParagraphFont"/>
    <w:uiPriority w:val="99"/>
    <w:rsid w:val="007E15FF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1752D0"/>
    <w:rPr>
      <w:rFonts w:cs="Times New Roman"/>
      <w:color w:val="800080"/>
      <w:u w:val="single"/>
    </w:rPr>
  </w:style>
  <w:style w:type="paragraph" w:customStyle="1" w:styleId="xl22">
    <w:name w:val="xl22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sz w:val="22"/>
      <w:szCs w:val="22"/>
      <w:lang w:val="en-US" w:eastAsia="zh-TW"/>
    </w:rPr>
  </w:style>
  <w:style w:type="paragraph" w:customStyle="1" w:styleId="xl23">
    <w:name w:val="xl23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4">
    <w:name w:val="xl24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5">
    <w:name w:val="xl25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6">
    <w:name w:val="xl26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7">
    <w:name w:val="xl27"/>
    <w:basedOn w:val="Normal"/>
    <w:uiPriority w:val="99"/>
    <w:rsid w:val="001752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8">
    <w:name w:val="xl28"/>
    <w:basedOn w:val="Normal"/>
    <w:uiPriority w:val="99"/>
    <w:rsid w:val="001752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9">
    <w:name w:val="xl29"/>
    <w:basedOn w:val="Normal"/>
    <w:uiPriority w:val="99"/>
    <w:rsid w:val="001752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30">
    <w:name w:val="xl30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1">
    <w:name w:val="xl31"/>
    <w:basedOn w:val="Normal"/>
    <w:uiPriority w:val="99"/>
    <w:rsid w:val="001752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2">
    <w:name w:val="xl32"/>
    <w:basedOn w:val="Normal"/>
    <w:uiPriority w:val="99"/>
    <w:rsid w:val="001752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styleId="DocumentMap">
    <w:name w:val="Document Map"/>
    <w:basedOn w:val="Normal"/>
    <w:link w:val="DocumentMapChar"/>
    <w:uiPriority w:val="99"/>
    <w:semiHidden/>
    <w:rsid w:val="001825F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5B3092"/>
    <w:rPr>
      <w:rFonts w:cs="Arial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3952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2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2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2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2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2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2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2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2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2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2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2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2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2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2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2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2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2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2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2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2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2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150</TotalTime>
  <Pages>2</Pages>
  <Words>607</Words>
  <Characters>3465</Characters>
  <Application>Microsoft Office Outlook</Application>
  <DocSecurity>0</DocSecurity>
  <Lines>0</Lines>
  <Paragraphs>0</Paragraphs>
  <ScaleCrop>false</ScaleCrop>
  <Company>MZ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РЕПУБЛИКА БЪЛГАРИЯ</dc:title>
  <dc:subject/>
  <dc:creator>Default</dc:creator>
  <cp:keywords/>
  <dc:description/>
  <cp:lastModifiedBy>Aneliya</cp:lastModifiedBy>
  <cp:revision>11</cp:revision>
  <cp:lastPrinted>2018-12-05T08:19:00Z</cp:lastPrinted>
  <dcterms:created xsi:type="dcterms:W3CDTF">2018-12-04T08:52:00Z</dcterms:created>
  <dcterms:modified xsi:type="dcterms:W3CDTF">2018-12-05T09:42:00Z</dcterms:modified>
</cp:coreProperties>
</file>